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AF9B8" w14:textId="77777777" w:rsidR="003A47E1" w:rsidRDefault="003A47E1" w:rsidP="003A47E1">
      <w:pPr>
        <w:widowControl w:val="0"/>
      </w:pPr>
    </w:p>
    <w:p w14:paraId="629ABEFD" w14:textId="77777777" w:rsidR="003A47E1" w:rsidRDefault="003A47E1" w:rsidP="003A47E1">
      <w:pPr>
        <w:widowControl w:val="0"/>
      </w:pPr>
    </w:p>
    <w:p w14:paraId="659DE41F" w14:textId="77777777" w:rsidR="003A47E1" w:rsidRDefault="003A47E1" w:rsidP="003A47E1">
      <w:pPr>
        <w:widowControl w:val="0"/>
      </w:pPr>
    </w:p>
    <w:p w14:paraId="75456EE5" w14:textId="77777777" w:rsidR="003A47E1" w:rsidRDefault="003A47E1" w:rsidP="003A47E1">
      <w:pPr>
        <w:widowControl w:val="0"/>
      </w:pPr>
    </w:p>
    <w:p w14:paraId="03BC4E24" w14:textId="77777777" w:rsidR="003A47E1" w:rsidRDefault="003A47E1" w:rsidP="003A47E1">
      <w:pPr>
        <w:widowControl w:val="0"/>
      </w:pPr>
    </w:p>
    <w:p w14:paraId="6A0E73CC" w14:textId="77777777" w:rsidR="003A47E1" w:rsidRDefault="003A47E1" w:rsidP="003A47E1">
      <w:pPr>
        <w:widowControl w:val="0"/>
      </w:pPr>
    </w:p>
    <w:p w14:paraId="477D4634" w14:textId="77777777" w:rsidR="003A47E1" w:rsidRPr="00315E27" w:rsidRDefault="003A47E1" w:rsidP="003A47E1">
      <w:pPr>
        <w:widowControl w:val="0"/>
        <w:rPr>
          <w:rFonts w:asciiTheme="majorHAnsi" w:hAnsiTheme="majorHAnsi" w:cstheme="majorHAnsi"/>
          <w:sz w:val="24"/>
          <w:szCs w:val="24"/>
        </w:rPr>
      </w:pPr>
    </w:p>
    <w:p w14:paraId="2BFB24B7" w14:textId="77777777" w:rsidR="003A47E1" w:rsidRPr="00315E27" w:rsidRDefault="003A47E1" w:rsidP="003A47E1">
      <w:pPr>
        <w:widowControl w:val="0"/>
        <w:rPr>
          <w:rFonts w:asciiTheme="majorHAnsi" w:hAnsiTheme="majorHAnsi" w:cstheme="majorHAnsi"/>
          <w:sz w:val="24"/>
          <w:szCs w:val="24"/>
        </w:rPr>
      </w:pPr>
    </w:p>
    <w:p w14:paraId="5CBC4291" w14:textId="77777777" w:rsidR="003A47E1" w:rsidRPr="00315E27" w:rsidRDefault="003A47E1" w:rsidP="003A47E1">
      <w:pPr>
        <w:widowControl w:val="0"/>
        <w:rPr>
          <w:rFonts w:asciiTheme="majorHAnsi" w:hAnsiTheme="majorHAnsi" w:cstheme="majorHAnsi"/>
          <w:sz w:val="24"/>
          <w:szCs w:val="24"/>
        </w:rPr>
      </w:pPr>
    </w:p>
    <w:p w14:paraId="3D529675" w14:textId="77777777" w:rsidR="003A47E1" w:rsidRPr="00EA2D33" w:rsidRDefault="003A47E1" w:rsidP="003A47E1">
      <w:pPr>
        <w:widowControl w:val="0"/>
        <w:rPr>
          <w:rFonts w:cstheme="minorHAnsi"/>
          <w:sz w:val="24"/>
          <w:szCs w:val="24"/>
        </w:rPr>
      </w:pPr>
    </w:p>
    <w:p w14:paraId="434F1FFB" w14:textId="77777777" w:rsidR="00556C7C" w:rsidRPr="004352C5" w:rsidRDefault="00556C7C" w:rsidP="00556C7C">
      <w:pPr>
        <w:pStyle w:val="Titolo"/>
        <w:widowControl w:val="0"/>
        <w:tabs>
          <w:tab w:val="right" w:pos="6521"/>
        </w:tabs>
        <w:spacing w:line="288" w:lineRule="auto"/>
        <w:ind w:right="2975"/>
        <w:rPr>
          <w:rFonts w:asciiTheme="minorHAnsi" w:hAnsiTheme="minorHAnsi" w:cstheme="minorHAnsi"/>
          <w:b/>
          <w:color w:val="262626" w:themeColor="text1" w:themeTint="D9"/>
          <w:spacing w:val="-4"/>
          <w:sz w:val="38"/>
          <w:szCs w:val="38"/>
        </w:rPr>
      </w:pPr>
      <w:r w:rsidRPr="004352C5">
        <w:rPr>
          <w:rFonts w:asciiTheme="minorHAnsi" w:hAnsiTheme="minorHAnsi" w:cstheme="minorHAnsi"/>
          <w:b/>
          <w:color w:val="262626" w:themeColor="text1" w:themeTint="D9"/>
          <w:spacing w:val="-4"/>
          <w:sz w:val="38"/>
          <w:szCs w:val="38"/>
        </w:rPr>
        <w:t xml:space="preserve">PROCEDURA PER LA SELEZIONE </w:t>
      </w:r>
      <w:r w:rsidRPr="004352C5">
        <w:rPr>
          <w:rFonts w:asciiTheme="minorHAnsi" w:hAnsiTheme="minorHAnsi" w:cstheme="minorHAnsi"/>
          <w:b/>
          <w:color w:val="262626" w:themeColor="text1" w:themeTint="D9"/>
          <w:spacing w:val="-4"/>
          <w:sz w:val="38"/>
          <w:szCs w:val="38"/>
        </w:rPr>
        <w:br/>
        <w:t xml:space="preserve">DI N. 1 TECNICO </w:t>
      </w:r>
    </w:p>
    <w:p w14:paraId="4D8ABB39" w14:textId="77777777" w:rsidR="00556C7C" w:rsidRDefault="00556C7C" w:rsidP="00556C7C">
      <w:pPr>
        <w:pStyle w:val="Titolo"/>
        <w:widowControl w:val="0"/>
        <w:tabs>
          <w:tab w:val="right" w:pos="6521"/>
        </w:tabs>
        <w:spacing w:line="288" w:lineRule="auto"/>
        <w:ind w:right="2975"/>
        <w:rPr>
          <w:rFonts w:asciiTheme="minorHAnsi" w:hAnsiTheme="minorHAnsi" w:cstheme="minorHAnsi"/>
          <w:b/>
          <w:strike/>
          <w:color w:val="262626" w:themeColor="text1" w:themeTint="D9"/>
          <w:spacing w:val="-4"/>
          <w:sz w:val="38"/>
          <w:szCs w:val="38"/>
        </w:rPr>
      </w:pPr>
      <w:r w:rsidRPr="004352C5">
        <w:rPr>
          <w:rFonts w:asciiTheme="minorHAnsi" w:hAnsiTheme="minorHAnsi" w:cstheme="minorHAnsi"/>
          <w:b/>
          <w:color w:val="262626" w:themeColor="text1" w:themeTint="D9"/>
          <w:spacing w:val="-4"/>
          <w:sz w:val="38"/>
          <w:szCs w:val="38"/>
        </w:rPr>
        <w:t>DA INSERIRE NELL’ORGANIGRAMMA DELL’UFFICIO TECNICO</w:t>
      </w:r>
      <w:r>
        <w:rPr>
          <w:rFonts w:asciiTheme="minorHAnsi" w:hAnsiTheme="minorHAnsi" w:cstheme="minorHAnsi"/>
          <w:b/>
          <w:color w:val="262626" w:themeColor="text1" w:themeTint="D9"/>
          <w:spacing w:val="-4"/>
          <w:sz w:val="38"/>
          <w:szCs w:val="38"/>
        </w:rPr>
        <w:t xml:space="preserve"> </w:t>
      </w:r>
    </w:p>
    <w:p w14:paraId="192AF195" w14:textId="77777777" w:rsidR="003A47E1" w:rsidRPr="00EA2D33" w:rsidRDefault="003A47E1" w:rsidP="003A47E1">
      <w:pPr>
        <w:widowControl w:val="0"/>
        <w:ind w:right="2975"/>
        <w:rPr>
          <w:rFonts w:cstheme="minorHAnsi"/>
          <w:sz w:val="24"/>
          <w:szCs w:val="24"/>
        </w:rPr>
      </w:pPr>
      <w:r w:rsidRPr="00EA2D33">
        <w:rPr>
          <w:rFonts w:cstheme="minorHAnsi"/>
          <w:noProof/>
          <w:sz w:val="24"/>
          <w:szCs w:val="24"/>
          <w:lang w:eastAsia="it-IT"/>
        </w:rPr>
        <w:drawing>
          <wp:inline distT="0" distB="0" distL="0" distR="0" wp14:anchorId="7FD3032B" wp14:editId="5D2D88AC">
            <wp:extent cx="6120130" cy="525306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25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294CB" w14:textId="6E57625E" w:rsidR="003A47E1" w:rsidRPr="00EA2D33" w:rsidRDefault="003A47E1" w:rsidP="003A47E1">
      <w:pPr>
        <w:pStyle w:val="Sottotitolo"/>
        <w:spacing w:after="120"/>
        <w:ind w:right="3119"/>
        <w:rPr>
          <w:rFonts w:cstheme="minorHAnsi"/>
          <w:color w:val="E11316"/>
          <w:sz w:val="32"/>
          <w:szCs w:val="28"/>
        </w:rPr>
      </w:pPr>
      <w:r w:rsidRPr="00EA2D33">
        <w:rPr>
          <w:rFonts w:cstheme="minorHAnsi"/>
          <w:color w:val="E11316"/>
          <w:sz w:val="32"/>
          <w:szCs w:val="28"/>
        </w:rPr>
        <w:t>ALLEGATO 2</w:t>
      </w:r>
    </w:p>
    <w:p w14:paraId="6F92FFA8" w14:textId="3944920C" w:rsidR="003A47E1" w:rsidRPr="00EA2D33" w:rsidRDefault="003A47E1" w:rsidP="003A47E1">
      <w:pPr>
        <w:pStyle w:val="Sottotitolo"/>
        <w:spacing w:after="120"/>
        <w:ind w:right="3119"/>
        <w:rPr>
          <w:rFonts w:cstheme="minorHAnsi"/>
          <w:color w:val="E11316"/>
          <w:sz w:val="32"/>
          <w:szCs w:val="28"/>
        </w:rPr>
      </w:pPr>
      <w:r w:rsidRPr="00EA2D33">
        <w:rPr>
          <w:rFonts w:cstheme="minorHAnsi"/>
          <w:color w:val="E11316"/>
          <w:sz w:val="32"/>
          <w:szCs w:val="28"/>
        </w:rPr>
        <w:t>Dichiarazione dei titoli di merito</w:t>
      </w:r>
    </w:p>
    <w:p w14:paraId="7566B24C" w14:textId="77777777" w:rsidR="003A47E1" w:rsidRDefault="003A47E1" w:rsidP="003A47E1">
      <w:pPr>
        <w:widowControl w:val="0"/>
        <w:spacing w:line="264" w:lineRule="auto"/>
      </w:pPr>
    </w:p>
    <w:p w14:paraId="4EAF3830" w14:textId="5D9067DC" w:rsidR="00CC1E16" w:rsidRDefault="00CC1E16" w:rsidP="00CC1E16">
      <w:pPr>
        <w:widowControl w:val="0"/>
        <w:spacing w:line="264" w:lineRule="auto"/>
      </w:pPr>
    </w:p>
    <w:p w14:paraId="330B6633" w14:textId="26E19AA7" w:rsidR="003E7B77" w:rsidRDefault="003E7B77" w:rsidP="00CC1E16">
      <w:pPr>
        <w:widowControl w:val="0"/>
        <w:spacing w:line="264" w:lineRule="auto"/>
      </w:pPr>
    </w:p>
    <w:p w14:paraId="575C876C" w14:textId="16A3978D" w:rsidR="00DA3B11" w:rsidRDefault="00DA3B11" w:rsidP="00CC1E16">
      <w:pPr>
        <w:widowControl w:val="0"/>
        <w:spacing w:line="264" w:lineRule="auto"/>
      </w:pPr>
      <w:r>
        <w:br w:type="page"/>
      </w:r>
    </w:p>
    <w:p w14:paraId="00322563" w14:textId="77777777" w:rsidR="00556C7C" w:rsidRDefault="004D5708" w:rsidP="00556C7C">
      <w:pPr>
        <w:widowControl w:val="0"/>
        <w:spacing w:before="360" w:after="0" w:line="264" w:lineRule="auto"/>
        <w:ind w:left="1276" w:hanging="1276"/>
        <w:rPr>
          <w:rFonts w:ascii="Calibri Light" w:hAnsi="Calibri Light"/>
          <w:b/>
          <w:color w:val="262626" w:themeColor="text1" w:themeTint="D9"/>
        </w:rPr>
      </w:pPr>
      <w:r w:rsidRPr="003A21A2">
        <w:rPr>
          <w:rFonts w:ascii="Calibri Light" w:hAnsi="Calibri Light"/>
          <w:b/>
          <w:color w:val="262626" w:themeColor="text1" w:themeTint="D9"/>
        </w:rPr>
        <w:lastRenderedPageBreak/>
        <w:t>OGGETTO</w:t>
      </w:r>
      <w:r w:rsidR="003B6CFD" w:rsidRPr="003A21A2">
        <w:rPr>
          <w:rFonts w:ascii="Calibri Light" w:hAnsi="Calibri Light"/>
          <w:b/>
          <w:color w:val="262626" w:themeColor="text1" w:themeTint="D9"/>
        </w:rPr>
        <w:t>:</w:t>
      </w:r>
      <w:r w:rsidR="003B6CFD" w:rsidRPr="003A21A2">
        <w:rPr>
          <w:rFonts w:ascii="Calibri Light" w:hAnsi="Calibri Light"/>
          <w:color w:val="262626" w:themeColor="text1" w:themeTint="D9"/>
        </w:rPr>
        <w:tab/>
      </w:r>
      <w:r w:rsidR="00556C7C">
        <w:rPr>
          <w:rFonts w:ascii="Calibri Light" w:hAnsi="Calibri Light"/>
          <w:color w:val="262626" w:themeColor="text1" w:themeTint="D9"/>
        </w:rPr>
        <w:t>Procedura per la s</w:t>
      </w:r>
      <w:r w:rsidR="00556C7C" w:rsidRPr="007312AB">
        <w:rPr>
          <w:rFonts w:ascii="Calibri Light" w:hAnsi="Calibri Light"/>
          <w:color w:val="262626" w:themeColor="text1" w:themeTint="D9"/>
        </w:rPr>
        <w:t>elezione</w:t>
      </w:r>
      <w:r w:rsidR="00556C7C">
        <w:rPr>
          <w:rFonts w:ascii="Calibri Light" w:hAnsi="Calibri Light"/>
          <w:color w:val="262626" w:themeColor="text1" w:themeTint="D9"/>
        </w:rPr>
        <w:t xml:space="preserve"> di </w:t>
      </w:r>
      <w:r w:rsidR="00556C7C" w:rsidRPr="004352C5">
        <w:rPr>
          <w:rFonts w:ascii="Calibri Light" w:hAnsi="Calibri Light"/>
          <w:b/>
          <w:bCs/>
          <w:color w:val="262626" w:themeColor="text1" w:themeTint="D9"/>
        </w:rPr>
        <w:t>n. 1 Tecnico</w:t>
      </w:r>
      <w:r w:rsidR="00556C7C">
        <w:rPr>
          <w:rFonts w:ascii="Calibri Light" w:hAnsi="Calibri Light"/>
          <w:b/>
          <w:color w:val="262626" w:themeColor="text1" w:themeTint="D9"/>
        </w:rPr>
        <w:t xml:space="preserve"> da inserire nell’organigramma dell’Ufficio Tecnico</w:t>
      </w:r>
      <w:r w:rsidR="00556C7C" w:rsidRPr="007312AB">
        <w:rPr>
          <w:rFonts w:ascii="Calibri Light" w:hAnsi="Calibri Light"/>
          <w:b/>
          <w:color w:val="262626" w:themeColor="text1" w:themeTint="D9"/>
        </w:rPr>
        <w:t xml:space="preserve"> </w:t>
      </w:r>
      <w:r w:rsidR="00556C7C">
        <w:rPr>
          <w:rFonts w:ascii="Calibri Light" w:hAnsi="Calibri Light"/>
          <w:b/>
          <w:color w:val="262626" w:themeColor="text1" w:themeTint="D9"/>
        </w:rPr>
        <w:t>- Categoria</w:t>
      </w:r>
      <w:r w:rsidR="00556C7C" w:rsidRPr="007312AB">
        <w:rPr>
          <w:rFonts w:ascii="Calibri Light" w:hAnsi="Calibri Light"/>
          <w:b/>
          <w:color w:val="262626" w:themeColor="text1" w:themeTint="D9"/>
        </w:rPr>
        <w:t xml:space="preserve"> B CCNL F.I.C.E.I.</w:t>
      </w:r>
      <w:r w:rsidR="00556C7C">
        <w:rPr>
          <w:rFonts w:ascii="Calibri Light" w:hAnsi="Calibri Light"/>
          <w:b/>
          <w:color w:val="262626" w:themeColor="text1" w:themeTint="D9"/>
        </w:rPr>
        <w:t>:</w:t>
      </w:r>
    </w:p>
    <w:p w14:paraId="1ED10921" w14:textId="73A4C84E" w:rsidR="00556C7C" w:rsidRDefault="007E0C38" w:rsidP="00556C7C">
      <w:pPr>
        <w:widowControl w:val="0"/>
        <w:tabs>
          <w:tab w:val="left" w:pos="3261"/>
        </w:tabs>
        <w:spacing w:after="0" w:line="240" w:lineRule="auto"/>
        <w:ind w:left="1276"/>
        <w:rPr>
          <w:rFonts w:ascii="Calibri Light" w:hAnsi="Calibri Light"/>
          <w:b/>
          <w:color w:val="262626" w:themeColor="text1" w:themeTint="D9"/>
        </w:rPr>
      </w:pPr>
      <w:r w:rsidRPr="007E0C38">
        <w:rPr>
          <w:rFonts w:ascii="Calibri Light" w:hAnsi="Calibri Light"/>
          <w:bCs/>
          <w:color w:val="262626" w:themeColor="text1" w:themeTint="D9"/>
        </w:rPr>
        <w:t xml:space="preserve">Dichiarazione dei Titoli di merito - </w:t>
      </w:r>
      <w:r w:rsidR="00556C7C" w:rsidRPr="007E0C38">
        <w:rPr>
          <w:rFonts w:ascii="Calibri Light" w:hAnsi="Calibri Light"/>
          <w:bCs/>
          <w:color w:val="262626" w:themeColor="text1" w:themeTint="D9"/>
        </w:rPr>
        <w:t xml:space="preserve">Riferimento </w:t>
      </w:r>
      <w:r>
        <w:rPr>
          <w:rFonts w:ascii="Calibri Light" w:hAnsi="Calibri Light"/>
          <w:bCs/>
          <w:color w:val="262626" w:themeColor="text1" w:themeTint="D9"/>
        </w:rPr>
        <w:t>A</w:t>
      </w:r>
      <w:r w:rsidR="00556C7C" w:rsidRPr="007E0C38">
        <w:rPr>
          <w:rFonts w:ascii="Calibri Light" w:hAnsi="Calibri Light"/>
          <w:bCs/>
          <w:color w:val="262626" w:themeColor="text1" w:themeTint="D9"/>
        </w:rPr>
        <w:t xml:space="preserve">vviso </w:t>
      </w:r>
      <w:r w:rsidR="00556C7C" w:rsidRPr="004C404B">
        <w:rPr>
          <w:rFonts w:ascii="Calibri Light" w:hAnsi="Calibri Light"/>
          <w:b/>
          <w:color w:val="262626" w:themeColor="text1" w:themeTint="D9"/>
        </w:rPr>
        <w:t xml:space="preserve">Protocollo </w:t>
      </w:r>
      <w:r w:rsidR="004C404B" w:rsidRPr="004C404B">
        <w:rPr>
          <w:rFonts w:ascii="Calibri Light" w:hAnsi="Calibri Light"/>
          <w:b/>
          <w:color w:val="262626" w:themeColor="text1" w:themeTint="D9"/>
        </w:rPr>
        <w:t>57</w:t>
      </w:r>
      <w:r w:rsidR="00556C7C" w:rsidRPr="004C404B">
        <w:rPr>
          <w:rFonts w:ascii="Calibri Light" w:hAnsi="Calibri Light"/>
          <w:b/>
          <w:color w:val="262626" w:themeColor="text1" w:themeTint="D9"/>
        </w:rPr>
        <w:t xml:space="preserve"> del </w:t>
      </w:r>
      <w:r w:rsidR="004C404B" w:rsidRPr="004C404B">
        <w:rPr>
          <w:rFonts w:ascii="Calibri Light" w:hAnsi="Calibri Light"/>
          <w:b/>
          <w:color w:val="262626" w:themeColor="text1" w:themeTint="D9"/>
        </w:rPr>
        <w:t>15 gennaio</w:t>
      </w:r>
      <w:r w:rsidR="00556C7C" w:rsidRPr="004C404B">
        <w:rPr>
          <w:rFonts w:ascii="Calibri Light" w:hAnsi="Calibri Light"/>
          <w:b/>
          <w:color w:val="262626" w:themeColor="text1" w:themeTint="D9"/>
        </w:rPr>
        <w:t xml:space="preserve"> 2025</w:t>
      </w:r>
      <w:r w:rsidRPr="004C404B">
        <w:rPr>
          <w:rFonts w:ascii="Calibri Light" w:hAnsi="Calibri Light"/>
          <w:b/>
          <w:color w:val="262626" w:themeColor="text1" w:themeTint="D9"/>
        </w:rPr>
        <w:t>.</w:t>
      </w:r>
    </w:p>
    <w:p w14:paraId="76CE1E30" w14:textId="7E7D0C57" w:rsidR="003B6CFD" w:rsidRPr="003A21A2" w:rsidRDefault="003B6CFD" w:rsidP="003A47E1">
      <w:pPr>
        <w:widowControl w:val="0"/>
        <w:spacing w:before="360" w:after="240" w:line="264" w:lineRule="auto"/>
        <w:rPr>
          <w:rFonts w:ascii="Calibri Light" w:hAnsi="Calibri Light"/>
          <w:color w:val="262626" w:themeColor="text1" w:themeTint="D9"/>
        </w:rPr>
      </w:pPr>
      <w:r w:rsidRPr="003A21A2">
        <w:rPr>
          <w:rFonts w:ascii="Calibri Light" w:hAnsi="Calibri Light"/>
          <w:color w:val="262626" w:themeColor="text1" w:themeTint="D9"/>
        </w:rPr>
        <w:t xml:space="preserve">La/Il sottoscritta/o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1489520314"/>
          <w:placeholder>
            <w:docPart w:val="9F36FE9EFF6D40D293E428323157A59A"/>
          </w:placeholder>
          <w:showingPlcHdr/>
        </w:sdtPr>
        <w:sdtEndPr/>
        <w:sdtContent>
          <w:r w:rsidR="003A47E1" w:rsidRPr="005D1E17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Pr="003A21A2">
        <w:rPr>
          <w:rFonts w:ascii="Calibri Light" w:hAnsi="Calibri Light"/>
          <w:color w:val="262626" w:themeColor="text1" w:themeTint="D9"/>
        </w:rPr>
        <w:t xml:space="preserve"> </w:t>
      </w:r>
      <w:r w:rsidR="003A47E1" w:rsidRPr="007312AB">
        <w:rPr>
          <w:rFonts w:ascii="Calibri Light" w:hAnsi="Calibri Light"/>
          <w:i/>
          <w:iCs/>
          <w:color w:val="262626" w:themeColor="text1" w:themeTint="D9"/>
        </w:rPr>
        <w:t xml:space="preserve">(nome </w:t>
      </w:r>
      <w:r w:rsidR="003A47E1">
        <w:rPr>
          <w:rFonts w:ascii="Calibri Light" w:hAnsi="Calibri Light"/>
          <w:i/>
          <w:iCs/>
          <w:color w:val="262626" w:themeColor="text1" w:themeTint="D9"/>
        </w:rPr>
        <w:t xml:space="preserve">e </w:t>
      </w:r>
      <w:r w:rsidR="003A47E1" w:rsidRPr="007312AB">
        <w:rPr>
          <w:rFonts w:ascii="Calibri Light" w:hAnsi="Calibri Light"/>
          <w:i/>
          <w:iCs/>
          <w:color w:val="262626" w:themeColor="text1" w:themeTint="D9"/>
        </w:rPr>
        <w:t>cognome)</w:t>
      </w:r>
      <w:r w:rsidR="003A47E1">
        <w:rPr>
          <w:rFonts w:ascii="Calibri Light" w:hAnsi="Calibri Light"/>
          <w:i/>
          <w:iCs/>
          <w:color w:val="262626" w:themeColor="text1" w:themeTint="D9"/>
        </w:rPr>
        <w:t xml:space="preserve"> </w:t>
      </w:r>
      <w:r w:rsidRPr="003A21A2">
        <w:rPr>
          <w:rFonts w:ascii="Calibri Light" w:hAnsi="Calibri Light"/>
          <w:color w:val="262626" w:themeColor="text1" w:themeTint="D9"/>
        </w:rPr>
        <w:t xml:space="preserve">nata/o </w:t>
      </w:r>
      <w:r w:rsidR="00C06F8F">
        <w:rPr>
          <w:rFonts w:ascii="Calibri Light" w:hAnsi="Calibri Light"/>
          <w:color w:val="262626" w:themeColor="text1" w:themeTint="D9"/>
        </w:rPr>
        <w:t xml:space="preserve">a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562988943"/>
          <w:placeholder>
            <w:docPart w:val="599CC4D216EF40FD98E0DEF499A89E5D"/>
          </w:placeholder>
          <w:showingPlcHdr/>
        </w:sdtPr>
        <w:sdtEndPr/>
        <w:sdtContent>
          <w:r w:rsidR="003A47E1" w:rsidRPr="005D1E17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="003A47E1">
        <w:rPr>
          <w:rFonts w:ascii="Calibri Light" w:hAnsi="Calibri Light" w:cs="Calibri Light"/>
          <w:color w:val="404040" w:themeColor="text1" w:themeTint="BF"/>
        </w:rPr>
        <w:t xml:space="preserve"> </w:t>
      </w:r>
      <w:r w:rsidR="003A47E1" w:rsidRPr="00DC05A3">
        <w:rPr>
          <w:rFonts w:ascii="Calibri Light" w:hAnsi="Calibri Light"/>
          <w:i/>
          <w:iCs/>
          <w:color w:val="262626" w:themeColor="text1" w:themeTint="D9"/>
        </w:rPr>
        <w:t>(</w:t>
      </w:r>
      <w:r w:rsidR="003A47E1">
        <w:rPr>
          <w:rFonts w:ascii="Calibri Light" w:hAnsi="Calibri Light"/>
          <w:i/>
          <w:iCs/>
          <w:color w:val="262626" w:themeColor="text1" w:themeTint="D9"/>
        </w:rPr>
        <w:t>c</w:t>
      </w:r>
      <w:r w:rsidR="003A47E1" w:rsidRPr="00DC05A3">
        <w:rPr>
          <w:rFonts w:ascii="Calibri Light" w:hAnsi="Calibri Light"/>
          <w:i/>
          <w:iCs/>
          <w:color w:val="262626" w:themeColor="text1" w:themeTint="D9"/>
        </w:rPr>
        <w:t>omune e provincia)</w:t>
      </w:r>
      <w:r w:rsidRPr="003A21A2">
        <w:rPr>
          <w:rFonts w:ascii="Calibri Light" w:hAnsi="Calibri Light"/>
          <w:color w:val="262626" w:themeColor="text1" w:themeTint="D9"/>
        </w:rPr>
        <w:t xml:space="preserve">, il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73558958"/>
          <w:placeholder>
            <w:docPart w:val="3EED83FE73D54058899CB6604DC1FF9F"/>
          </w:placeholder>
          <w:showingPlcHdr/>
        </w:sdtPr>
        <w:sdtEndPr/>
        <w:sdtContent>
          <w:r w:rsidR="003A47E1" w:rsidRPr="005D1E17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Pr="003A21A2">
        <w:rPr>
          <w:rFonts w:ascii="Calibri Light" w:hAnsi="Calibri Light"/>
          <w:color w:val="262626" w:themeColor="text1" w:themeTint="D9"/>
        </w:rPr>
        <w:t xml:space="preserve"> e residente a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1701130382"/>
          <w:placeholder>
            <w:docPart w:val="26E1864B1A67432CB9E3BF9783337D44"/>
          </w:placeholder>
          <w:showingPlcHdr/>
        </w:sdtPr>
        <w:sdtEndPr/>
        <w:sdtContent>
          <w:r w:rsidR="003A47E1" w:rsidRPr="005D1E17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Pr="003A21A2">
        <w:rPr>
          <w:rFonts w:ascii="Calibri Light" w:hAnsi="Calibri Light"/>
          <w:color w:val="262626" w:themeColor="text1" w:themeTint="D9"/>
        </w:rPr>
        <w:t xml:space="preserve"> </w:t>
      </w:r>
      <w:r w:rsidR="003A47E1" w:rsidRPr="00DC05A3">
        <w:rPr>
          <w:rFonts w:ascii="Calibri Light" w:hAnsi="Calibri Light"/>
          <w:i/>
          <w:iCs/>
          <w:color w:val="262626" w:themeColor="text1" w:themeTint="D9"/>
        </w:rPr>
        <w:t>(</w:t>
      </w:r>
      <w:r w:rsidR="003A47E1">
        <w:rPr>
          <w:rFonts w:ascii="Calibri Light" w:hAnsi="Calibri Light"/>
          <w:i/>
          <w:iCs/>
          <w:color w:val="262626" w:themeColor="text1" w:themeTint="D9"/>
        </w:rPr>
        <w:t>c</w:t>
      </w:r>
      <w:r w:rsidR="003A47E1" w:rsidRPr="00DC05A3">
        <w:rPr>
          <w:rFonts w:ascii="Calibri Light" w:hAnsi="Calibri Light"/>
          <w:i/>
          <w:iCs/>
          <w:color w:val="262626" w:themeColor="text1" w:themeTint="D9"/>
        </w:rPr>
        <w:t>omune</w:t>
      </w:r>
      <w:r w:rsidR="003A47E1">
        <w:rPr>
          <w:rFonts w:ascii="Calibri Light" w:hAnsi="Calibri Light"/>
          <w:i/>
          <w:iCs/>
          <w:color w:val="262626" w:themeColor="text1" w:themeTint="D9"/>
        </w:rPr>
        <w:t>,</w:t>
      </w:r>
      <w:r w:rsidR="003A47E1" w:rsidRPr="00DC05A3">
        <w:rPr>
          <w:rFonts w:ascii="Calibri Light" w:hAnsi="Calibri Light"/>
          <w:i/>
          <w:iCs/>
          <w:color w:val="262626" w:themeColor="text1" w:themeTint="D9"/>
        </w:rPr>
        <w:t xml:space="preserve"> provincia</w:t>
      </w:r>
      <w:r w:rsidR="003A47E1">
        <w:rPr>
          <w:rFonts w:ascii="Calibri Light" w:hAnsi="Calibri Light"/>
          <w:i/>
          <w:iCs/>
          <w:color w:val="262626" w:themeColor="text1" w:themeTint="D9"/>
        </w:rPr>
        <w:t xml:space="preserve"> e indirizzo</w:t>
      </w:r>
      <w:r w:rsidR="003A47E1" w:rsidRPr="00DC05A3">
        <w:rPr>
          <w:rFonts w:ascii="Calibri Light" w:hAnsi="Calibri Light"/>
          <w:i/>
          <w:iCs/>
          <w:color w:val="262626" w:themeColor="text1" w:themeTint="D9"/>
        </w:rPr>
        <w:t>)</w:t>
      </w:r>
      <w:r w:rsidRPr="003A21A2">
        <w:rPr>
          <w:rFonts w:ascii="Calibri Light" w:hAnsi="Calibri Light"/>
          <w:color w:val="262626" w:themeColor="text1" w:themeTint="D9"/>
        </w:rPr>
        <w:t>,</w:t>
      </w:r>
      <w:r w:rsidR="003A47E1">
        <w:rPr>
          <w:rFonts w:ascii="Calibri Light" w:hAnsi="Calibri Light"/>
          <w:color w:val="262626" w:themeColor="text1" w:themeTint="D9"/>
        </w:rPr>
        <w:t xml:space="preserve"> </w:t>
      </w:r>
      <w:r w:rsidRPr="003A21A2">
        <w:rPr>
          <w:rFonts w:ascii="Calibri Light" w:hAnsi="Calibri Light"/>
          <w:color w:val="262626" w:themeColor="text1" w:themeTint="D9"/>
        </w:rPr>
        <w:t>consapevole della responsabilità penale cui può andare incontro in caso di dichiarazione mendace ai sensi dell’art. 76 del D.P.R. 28 dicembre 2000, n. 445 e consapevole che, se in seguito a verifica effettuata dal Consorzio, la dichiarazione resa dalla/dal sottoscritta/o dovesse rivelarsi mendace, ciò comporterebbe la decadenza dal beneficio conseguito, ai sensi dell’art. 75 della medesima norma, ai sensi e per gli effetti degli articoli 46 e 47 del D.P.R. 445/2000</w:t>
      </w:r>
    </w:p>
    <w:p w14:paraId="5C691D09" w14:textId="53DFE913" w:rsidR="003B6CFD" w:rsidRPr="003A21A2" w:rsidRDefault="00DA3B11" w:rsidP="003B6CFD">
      <w:pPr>
        <w:widowControl w:val="0"/>
        <w:spacing w:line="264" w:lineRule="auto"/>
        <w:jc w:val="center"/>
        <w:rPr>
          <w:rFonts w:ascii="Calibri Light" w:hAnsi="Calibri Light"/>
          <w:b/>
          <w:bCs/>
          <w:color w:val="262626" w:themeColor="text1" w:themeTint="D9"/>
        </w:rPr>
      </w:pPr>
      <w:r w:rsidRPr="003A21A2">
        <w:rPr>
          <w:rFonts w:ascii="Calibri Light" w:hAnsi="Calibri Light"/>
          <w:b/>
          <w:bCs/>
          <w:color w:val="262626" w:themeColor="text1" w:themeTint="D9"/>
        </w:rPr>
        <w:t>DICHIARA</w:t>
      </w:r>
    </w:p>
    <w:p w14:paraId="478BB703" w14:textId="77777777" w:rsidR="003B6CFD" w:rsidRPr="00DA3B11" w:rsidRDefault="003B6CFD" w:rsidP="005279AC">
      <w:pPr>
        <w:pStyle w:val="Titolo2"/>
        <w:widowControl w:val="0"/>
        <w:numPr>
          <w:ilvl w:val="0"/>
          <w:numId w:val="23"/>
        </w:numPr>
        <w:tabs>
          <w:tab w:val="left" w:pos="709"/>
        </w:tabs>
        <w:spacing w:before="200" w:after="120"/>
        <w:ind w:left="0" w:firstLine="0"/>
        <w:jc w:val="left"/>
        <w:rPr>
          <w:b/>
          <w:sz w:val="24"/>
          <w:szCs w:val="22"/>
        </w:rPr>
      </w:pPr>
      <w:r w:rsidRPr="00DA3B11">
        <w:rPr>
          <w:b/>
          <w:sz w:val="24"/>
          <w:szCs w:val="22"/>
        </w:rPr>
        <w:t xml:space="preserve">TITOLO DI STUDIO </w:t>
      </w:r>
    </w:p>
    <w:p w14:paraId="55F8D8A3" w14:textId="2F2D4457" w:rsidR="003B6CFD" w:rsidRPr="003A21A2" w:rsidRDefault="003B6CFD" w:rsidP="003B6CFD">
      <w:pPr>
        <w:widowControl w:val="0"/>
        <w:numPr>
          <w:ilvl w:val="0"/>
          <w:numId w:val="24"/>
        </w:numPr>
        <w:spacing w:line="264" w:lineRule="auto"/>
        <w:ind w:left="426" w:hanging="426"/>
        <w:rPr>
          <w:rFonts w:ascii="Calibri Light" w:hAnsi="Calibri Light"/>
          <w:color w:val="262626" w:themeColor="text1" w:themeTint="D9"/>
        </w:rPr>
      </w:pPr>
      <w:r w:rsidRPr="003A21A2">
        <w:rPr>
          <w:rFonts w:ascii="Calibri Light" w:hAnsi="Calibri Light"/>
          <w:color w:val="262626" w:themeColor="text1" w:themeTint="D9"/>
        </w:rPr>
        <w:t xml:space="preserve">di aver conseguito il seguente </w:t>
      </w:r>
      <w:r w:rsidRPr="003A21A2">
        <w:rPr>
          <w:rFonts w:ascii="Calibri Light" w:hAnsi="Calibri Light"/>
          <w:b/>
          <w:color w:val="262626" w:themeColor="text1" w:themeTint="D9"/>
        </w:rPr>
        <w:t xml:space="preserve">diploma di </w:t>
      </w:r>
      <w:r w:rsidRPr="007E0C38">
        <w:rPr>
          <w:rFonts w:ascii="Calibri Light" w:hAnsi="Calibri Light"/>
          <w:b/>
          <w:color w:val="262626" w:themeColor="text1" w:themeTint="D9"/>
        </w:rPr>
        <w:t>laurea</w:t>
      </w:r>
      <w:r w:rsidR="00556C7C" w:rsidRPr="007E0C38">
        <w:rPr>
          <w:rFonts w:ascii="Calibri Light" w:hAnsi="Calibri Light"/>
          <w:b/>
          <w:color w:val="262626" w:themeColor="text1" w:themeTint="D9"/>
        </w:rPr>
        <w:t>/laur</w:t>
      </w:r>
      <w:r w:rsidR="00A016BE" w:rsidRPr="007E0C38">
        <w:rPr>
          <w:rFonts w:ascii="Calibri Light" w:hAnsi="Calibri Light"/>
          <w:b/>
          <w:color w:val="262626" w:themeColor="text1" w:themeTint="D9"/>
        </w:rPr>
        <w:t>e</w:t>
      </w:r>
      <w:r w:rsidR="00556C7C" w:rsidRPr="007E0C38">
        <w:rPr>
          <w:rFonts w:ascii="Calibri Light" w:hAnsi="Calibri Light"/>
          <w:b/>
          <w:color w:val="262626" w:themeColor="text1" w:themeTint="D9"/>
        </w:rPr>
        <w:t>a magistrale/laurea specialistica</w:t>
      </w:r>
      <w:r w:rsidRPr="007E0C38">
        <w:rPr>
          <w:rFonts w:ascii="Calibri Light" w:hAnsi="Calibri Light"/>
          <w:color w:val="262626" w:themeColor="text1" w:themeTint="D9"/>
        </w:rPr>
        <w:t>, specificando il</w:t>
      </w:r>
      <w:r w:rsidRPr="003A21A2">
        <w:rPr>
          <w:rFonts w:ascii="Calibri Light" w:hAnsi="Calibri Light"/>
          <w:color w:val="262626" w:themeColor="text1" w:themeTint="D9"/>
        </w:rPr>
        <w:t xml:space="preserve"> punteggio:</w:t>
      </w:r>
    </w:p>
    <w:tbl>
      <w:tblPr>
        <w:tblW w:w="0" w:type="auto"/>
        <w:tblInd w:w="-5" w:type="dxa"/>
        <w:tblBorders>
          <w:top w:val="single" w:sz="4" w:space="0" w:color="51453F"/>
          <w:left w:val="single" w:sz="4" w:space="0" w:color="51453F"/>
          <w:bottom w:val="single" w:sz="4" w:space="0" w:color="51453F"/>
          <w:right w:val="single" w:sz="4" w:space="0" w:color="51453F"/>
          <w:insideH w:val="single" w:sz="4" w:space="0" w:color="51453F"/>
          <w:insideV w:val="single" w:sz="4" w:space="0" w:color="51453F"/>
        </w:tblBorders>
        <w:tblLook w:val="04A0" w:firstRow="1" w:lastRow="0" w:firstColumn="1" w:lastColumn="0" w:noHBand="0" w:noVBand="1"/>
      </w:tblPr>
      <w:tblGrid>
        <w:gridCol w:w="4834"/>
        <w:gridCol w:w="4799"/>
      </w:tblGrid>
      <w:tr w:rsidR="003A21A2" w:rsidRPr="003A21A2" w14:paraId="30DEF077" w14:textId="77777777" w:rsidTr="003A21A2">
        <w:tc>
          <w:tcPr>
            <w:tcW w:w="4834" w:type="dxa"/>
            <w:shd w:val="clear" w:color="auto" w:fill="auto"/>
          </w:tcPr>
          <w:p w14:paraId="79906F67" w14:textId="19D518E2" w:rsidR="00556C7C" w:rsidRPr="007E0C38" w:rsidRDefault="004C404B" w:rsidP="003B6CFD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Theme="majorHAnsi" w:hAnsiTheme="majorHAnsi" w:cstheme="majorHAnsi"/>
                  <w:color w:val="404040" w:themeColor="text1" w:themeTint="BF"/>
                </w:rPr>
                <w:id w:val="1136923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A7E">
                  <w:rPr>
                    <w:rFonts w:ascii="MS Gothic" w:eastAsia="MS Gothic" w:hAnsi="MS Gothic" w:cstheme="majorHAnsi" w:hint="eastAsia"/>
                    <w:color w:val="404040" w:themeColor="text1" w:themeTint="BF"/>
                  </w:rPr>
                  <w:t>☐</w:t>
                </w:r>
              </w:sdtContent>
            </w:sdt>
            <w:r w:rsidR="00556C7C" w:rsidRPr="007E0C38">
              <w:rPr>
                <w:rFonts w:asciiTheme="majorHAnsi" w:hAnsiTheme="majorHAnsi" w:cstheme="majorHAnsi"/>
                <w:color w:val="404040" w:themeColor="text1" w:themeTint="BF"/>
              </w:rPr>
              <w:tab/>
            </w:r>
            <w:r w:rsidR="00556C7C" w:rsidRPr="007E0C38">
              <w:rPr>
                <w:rFonts w:ascii="Calibri Light" w:hAnsi="Calibri Light"/>
                <w:color w:val="262626" w:themeColor="text1" w:themeTint="D9"/>
              </w:rPr>
              <w:t>diploma di laurea</w:t>
            </w:r>
          </w:p>
          <w:p w14:paraId="0F5D1156" w14:textId="138C1B49" w:rsidR="00556C7C" w:rsidRPr="007E0C38" w:rsidRDefault="004C404B" w:rsidP="003B6CFD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Theme="majorHAnsi" w:hAnsiTheme="majorHAnsi" w:cstheme="majorHAnsi"/>
                  <w:color w:val="404040" w:themeColor="text1" w:themeTint="BF"/>
                </w:rPr>
                <w:id w:val="574934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C7C" w:rsidRPr="007E0C38">
                  <w:rPr>
                    <w:rFonts w:ascii="MS Gothic" w:eastAsia="MS Gothic" w:hAnsi="MS Gothic" w:cstheme="majorHAnsi" w:hint="eastAsia"/>
                    <w:color w:val="404040" w:themeColor="text1" w:themeTint="BF"/>
                  </w:rPr>
                  <w:t>☐</w:t>
                </w:r>
              </w:sdtContent>
            </w:sdt>
            <w:r w:rsidR="00556C7C" w:rsidRPr="007E0C38">
              <w:rPr>
                <w:rFonts w:asciiTheme="majorHAnsi" w:hAnsiTheme="majorHAnsi" w:cstheme="majorHAnsi"/>
                <w:color w:val="404040" w:themeColor="text1" w:themeTint="BF"/>
              </w:rPr>
              <w:tab/>
            </w:r>
            <w:r w:rsidR="00556C7C" w:rsidRPr="007E0C38">
              <w:rPr>
                <w:rFonts w:ascii="Calibri Light" w:hAnsi="Calibri Light"/>
                <w:color w:val="262626" w:themeColor="text1" w:themeTint="D9"/>
              </w:rPr>
              <w:t>laur</w:t>
            </w:r>
            <w:r w:rsidR="007E0C38">
              <w:rPr>
                <w:rFonts w:ascii="Calibri Light" w:hAnsi="Calibri Light"/>
                <w:color w:val="262626" w:themeColor="text1" w:themeTint="D9"/>
              </w:rPr>
              <w:t>e</w:t>
            </w:r>
            <w:r w:rsidR="00556C7C" w:rsidRPr="007E0C38">
              <w:rPr>
                <w:rFonts w:ascii="Calibri Light" w:hAnsi="Calibri Light"/>
                <w:color w:val="262626" w:themeColor="text1" w:themeTint="D9"/>
              </w:rPr>
              <w:t>a magistrale</w:t>
            </w:r>
          </w:p>
          <w:p w14:paraId="469BCA4B" w14:textId="588E6855" w:rsidR="003B6CFD" w:rsidRPr="003A21A2" w:rsidRDefault="004C404B" w:rsidP="003B6CFD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Theme="majorHAnsi" w:hAnsiTheme="majorHAnsi" w:cstheme="majorHAnsi"/>
                  <w:color w:val="404040" w:themeColor="text1" w:themeTint="BF"/>
                </w:rPr>
                <w:id w:val="1881287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C7C" w:rsidRPr="007E0C38">
                  <w:rPr>
                    <w:rFonts w:ascii="MS Gothic" w:eastAsia="MS Gothic" w:hAnsi="MS Gothic" w:cstheme="majorHAnsi" w:hint="eastAsia"/>
                    <w:color w:val="404040" w:themeColor="text1" w:themeTint="BF"/>
                  </w:rPr>
                  <w:t>☐</w:t>
                </w:r>
              </w:sdtContent>
            </w:sdt>
            <w:r w:rsidR="00556C7C" w:rsidRPr="007E0C38">
              <w:rPr>
                <w:rFonts w:asciiTheme="majorHAnsi" w:hAnsiTheme="majorHAnsi" w:cstheme="majorHAnsi"/>
                <w:color w:val="404040" w:themeColor="text1" w:themeTint="BF"/>
              </w:rPr>
              <w:tab/>
            </w:r>
            <w:r w:rsidR="00556C7C" w:rsidRPr="007E0C38">
              <w:rPr>
                <w:rFonts w:ascii="Calibri Light" w:hAnsi="Calibri Light"/>
                <w:color w:val="262626" w:themeColor="text1" w:themeTint="D9"/>
              </w:rPr>
              <w:t>laurea specialistica</w:t>
            </w:r>
            <w:r w:rsidR="003B6CFD" w:rsidRPr="007E0C38">
              <w:rPr>
                <w:rFonts w:ascii="Calibri Light" w:hAnsi="Calibri Light"/>
                <w:color w:val="262626" w:themeColor="text1" w:themeTint="D9"/>
              </w:rPr>
              <w:t>:</w:t>
            </w:r>
          </w:p>
        </w:tc>
        <w:tc>
          <w:tcPr>
            <w:tcW w:w="4799" w:type="dxa"/>
            <w:shd w:val="clear" w:color="auto" w:fill="auto"/>
          </w:tcPr>
          <w:p w14:paraId="61AC7A5B" w14:textId="7BDAF9E3" w:rsidR="00556C7C" w:rsidRPr="00556C7C" w:rsidRDefault="004C404B" w:rsidP="003B6CFD">
            <w:pPr>
              <w:widowControl w:val="0"/>
              <w:spacing w:before="40" w:after="40" w:line="264" w:lineRule="auto"/>
              <w:rPr>
                <w:rFonts w:ascii="Calibri Light" w:hAnsi="Calibri Light" w:cs="Calibri Light"/>
                <w:color w:val="404040" w:themeColor="text1" w:themeTint="BF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811931134"/>
                <w:placeholder>
                  <w:docPart w:val="E810218898B048AD862B8569EEBC605D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3A21A2" w14:paraId="71495101" w14:textId="77777777" w:rsidTr="003A21A2">
        <w:tc>
          <w:tcPr>
            <w:tcW w:w="4834" w:type="dxa"/>
            <w:shd w:val="clear" w:color="auto" w:fill="auto"/>
          </w:tcPr>
          <w:p w14:paraId="73BBE549" w14:textId="77777777" w:rsidR="003B6CFD" w:rsidRPr="003A21A2" w:rsidRDefault="003B6CFD" w:rsidP="003B6CFD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 xml:space="preserve">presso l’Università: </w:t>
            </w:r>
          </w:p>
        </w:tc>
        <w:tc>
          <w:tcPr>
            <w:tcW w:w="4799" w:type="dxa"/>
            <w:shd w:val="clear" w:color="auto" w:fill="auto"/>
          </w:tcPr>
          <w:p w14:paraId="0A581C7B" w14:textId="0EE56C6B" w:rsidR="003B6CFD" w:rsidRPr="003A21A2" w:rsidRDefault="004C404B" w:rsidP="003B6CFD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570617833"/>
                <w:placeholder>
                  <w:docPart w:val="4DC978114A0A4A54AD6C16C1736A74E6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3A21A2" w14:paraId="26CAB21C" w14:textId="77777777" w:rsidTr="003A21A2">
        <w:tc>
          <w:tcPr>
            <w:tcW w:w="4834" w:type="dxa"/>
            <w:shd w:val="clear" w:color="auto" w:fill="auto"/>
          </w:tcPr>
          <w:p w14:paraId="24B587A7" w14:textId="77777777" w:rsidR="003B6CFD" w:rsidRPr="003A21A2" w:rsidRDefault="003B6CFD" w:rsidP="003B6CFD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 xml:space="preserve">in data/anno: </w:t>
            </w:r>
          </w:p>
        </w:tc>
        <w:tc>
          <w:tcPr>
            <w:tcW w:w="4799" w:type="dxa"/>
            <w:shd w:val="clear" w:color="auto" w:fill="auto"/>
          </w:tcPr>
          <w:p w14:paraId="6321E7E9" w14:textId="123E4BB5" w:rsidR="003B6CFD" w:rsidRPr="003A21A2" w:rsidRDefault="004C404B" w:rsidP="003B6CFD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611112489"/>
                <w:placeholder>
                  <w:docPart w:val="A7C18430C84748C6A5CBA87CA9D997C5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3A21A2" w14:paraId="57DE801E" w14:textId="77777777" w:rsidTr="003A21A2">
        <w:trPr>
          <w:trHeight w:val="325"/>
        </w:trPr>
        <w:tc>
          <w:tcPr>
            <w:tcW w:w="4834" w:type="dxa"/>
            <w:shd w:val="clear" w:color="auto" w:fill="auto"/>
          </w:tcPr>
          <w:p w14:paraId="491F9531" w14:textId="77777777" w:rsidR="003B6CFD" w:rsidRPr="003A21A2" w:rsidRDefault="003B6CFD" w:rsidP="003B6CFD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 xml:space="preserve">con il seguente punteggio: </w:t>
            </w:r>
          </w:p>
        </w:tc>
        <w:tc>
          <w:tcPr>
            <w:tcW w:w="4799" w:type="dxa"/>
            <w:shd w:val="clear" w:color="auto" w:fill="auto"/>
          </w:tcPr>
          <w:p w14:paraId="5BAB5B68" w14:textId="532A1AAA" w:rsidR="003B6CFD" w:rsidRPr="003A21A2" w:rsidRDefault="004C404B" w:rsidP="003B6CFD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2050261958"/>
                <w:placeholder>
                  <w:docPart w:val="C2363D906AED43129FCC12FC81CE1097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</w:tbl>
    <w:p w14:paraId="1AB19348" w14:textId="77777777" w:rsidR="00556C7C" w:rsidRPr="00556C7C" w:rsidRDefault="00556C7C" w:rsidP="00556C7C">
      <w:pPr>
        <w:widowControl w:val="0"/>
        <w:spacing w:line="264" w:lineRule="auto"/>
        <w:rPr>
          <w:rFonts w:ascii="Calibri Light" w:hAnsi="Calibri Light"/>
          <w:i/>
          <w:color w:val="262626" w:themeColor="text1" w:themeTint="D9"/>
          <w:sz w:val="20"/>
          <w:szCs w:val="20"/>
        </w:rPr>
      </w:pPr>
      <w:r w:rsidRPr="00CE1B49">
        <w:rPr>
          <w:rFonts w:ascii="Calibri Light" w:hAnsi="Calibri Light"/>
          <w:i/>
          <w:color w:val="262626" w:themeColor="text1" w:themeTint="D9"/>
          <w:sz w:val="20"/>
          <w:szCs w:val="20"/>
        </w:rPr>
        <w:t>(Aggiungere i campi ulteriormente necessari)</w:t>
      </w:r>
      <w:r w:rsidRPr="00556C7C">
        <w:rPr>
          <w:rFonts w:ascii="Calibri Light" w:hAnsi="Calibri Light"/>
          <w:i/>
          <w:color w:val="262626" w:themeColor="text1" w:themeTint="D9"/>
          <w:sz w:val="20"/>
          <w:szCs w:val="20"/>
        </w:rPr>
        <w:t xml:space="preserve"> </w:t>
      </w:r>
    </w:p>
    <w:p w14:paraId="28CC97D7" w14:textId="43DFA52B" w:rsidR="003B6CFD" w:rsidRPr="001A4EB7" w:rsidRDefault="003B6CFD" w:rsidP="003A21A2">
      <w:pPr>
        <w:pStyle w:val="Titolo2"/>
        <w:widowControl w:val="0"/>
        <w:numPr>
          <w:ilvl w:val="0"/>
          <w:numId w:val="23"/>
        </w:numPr>
        <w:spacing w:before="200" w:after="120"/>
        <w:ind w:left="0" w:firstLine="0"/>
        <w:jc w:val="left"/>
        <w:rPr>
          <w:b/>
          <w:sz w:val="24"/>
          <w:szCs w:val="22"/>
        </w:rPr>
      </w:pPr>
      <w:r w:rsidRPr="001A4EB7">
        <w:rPr>
          <w:b/>
          <w:sz w:val="24"/>
          <w:szCs w:val="22"/>
        </w:rPr>
        <w:t>ATTIVITÀ LAVORATIVA</w:t>
      </w:r>
    </w:p>
    <w:p w14:paraId="49C80D91" w14:textId="21A08B8F" w:rsidR="001E54B0" w:rsidRPr="001A4EB7" w:rsidRDefault="001E54B0" w:rsidP="001E54B0">
      <w:pPr>
        <w:widowControl w:val="0"/>
        <w:numPr>
          <w:ilvl w:val="0"/>
          <w:numId w:val="24"/>
        </w:numPr>
        <w:spacing w:before="120" w:line="264" w:lineRule="auto"/>
        <w:ind w:left="425" w:hanging="425"/>
        <w:rPr>
          <w:rFonts w:ascii="Calibri Light" w:hAnsi="Calibri Light"/>
          <w:color w:val="262626" w:themeColor="text1" w:themeTint="D9"/>
        </w:rPr>
      </w:pPr>
      <w:r w:rsidRPr="001A4EB7">
        <w:rPr>
          <w:rFonts w:ascii="Calibri Light" w:hAnsi="Calibri Light"/>
          <w:color w:val="262626" w:themeColor="text1" w:themeTint="D9"/>
        </w:rPr>
        <w:t xml:space="preserve">di aver svolto le seguenti </w:t>
      </w:r>
      <w:r w:rsidRPr="001A4EB7">
        <w:rPr>
          <w:rFonts w:ascii="Calibri Light" w:hAnsi="Calibri Light"/>
          <w:b/>
          <w:color w:val="262626" w:themeColor="text1" w:themeTint="D9"/>
        </w:rPr>
        <w:t>attività lavorative o professionali</w:t>
      </w:r>
      <w:r w:rsidR="00CE1B49" w:rsidRPr="00BD6584">
        <w:rPr>
          <w:rFonts w:asciiTheme="majorHAnsi" w:hAnsiTheme="majorHAnsi"/>
          <w:color w:val="262626" w:themeColor="text1" w:themeTint="D9"/>
        </w:rPr>
        <w:t xml:space="preserve"> </w:t>
      </w:r>
      <w:r w:rsidR="00CE1B49">
        <w:rPr>
          <w:rFonts w:asciiTheme="majorHAnsi" w:hAnsiTheme="majorHAnsi"/>
          <w:color w:val="262626" w:themeColor="text1" w:themeTint="D9"/>
        </w:rPr>
        <w:t>(</w:t>
      </w:r>
      <w:r w:rsidR="00CE1B49" w:rsidRPr="00BD6584">
        <w:rPr>
          <w:rFonts w:asciiTheme="majorHAnsi" w:hAnsiTheme="majorHAnsi"/>
          <w:color w:val="262626" w:themeColor="text1" w:themeTint="D9"/>
        </w:rPr>
        <w:t>anche con rapporto di lavoro a tempo determinato</w:t>
      </w:r>
      <w:r w:rsidR="00CE1B49">
        <w:rPr>
          <w:rFonts w:asciiTheme="majorHAnsi" w:hAnsiTheme="majorHAnsi"/>
          <w:color w:val="262626" w:themeColor="text1" w:themeTint="D9"/>
        </w:rPr>
        <w:t>)</w:t>
      </w:r>
      <w:r w:rsidR="00CE1B49" w:rsidRPr="00BD6584">
        <w:rPr>
          <w:rFonts w:asciiTheme="majorHAnsi" w:hAnsiTheme="majorHAnsi"/>
          <w:color w:val="262626" w:themeColor="text1" w:themeTint="D9"/>
        </w:rPr>
        <w:t xml:space="preserve"> presso Pubbliche Amministrazioni o datori di lavoro privati o attività libero professionale</w:t>
      </w:r>
      <w:r w:rsidR="00CE1B49">
        <w:rPr>
          <w:rFonts w:asciiTheme="majorHAnsi" w:hAnsiTheme="majorHAnsi"/>
          <w:color w:val="262626" w:themeColor="text1" w:themeTint="D9"/>
        </w:rPr>
        <w:t xml:space="preserve"> (</w:t>
      </w:r>
      <w:r w:rsidR="00CE1B49" w:rsidRPr="008D1CB8">
        <w:rPr>
          <w:rFonts w:asciiTheme="majorHAnsi" w:hAnsiTheme="majorHAnsi"/>
          <w:i/>
          <w:iCs/>
          <w:color w:val="262626" w:themeColor="text1" w:themeTint="D9"/>
        </w:rPr>
        <w:t>purché pertinente alle attività richieste per il profilo ricercato</w:t>
      </w:r>
      <w:r w:rsidR="00CE1B49" w:rsidRPr="00CE1B49">
        <w:rPr>
          <w:rFonts w:asciiTheme="majorHAnsi" w:hAnsiTheme="majorHAnsi"/>
          <w:color w:val="262626" w:themeColor="text1" w:themeTint="D9"/>
        </w:rPr>
        <w:t>)</w:t>
      </w:r>
      <w:r w:rsidR="008D1CB8">
        <w:rPr>
          <w:rFonts w:asciiTheme="majorHAnsi" w:hAnsiTheme="majorHAnsi"/>
          <w:color w:val="262626" w:themeColor="text1" w:themeTint="D9"/>
        </w:rPr>
        <w:t xml:space="preserve"> – </w:t>
      </w:r>
      <w:r w:rsidRPr="001A4EB7">
        <w:rPr>
          <w:rFonts w:ascii="Calibri Light" w:hAnsi="Calibri Light"/>
          <w:i/>
          <w:iCs/>
          <w:color w:val="262626" w:themeColor="text1" w:themeTint="D9"/>
        </w:rPr>
        <w:t xml:space="preserve">(specificare decorrenza e </w:t>
      </w:r>
      <w:r w:rsidR="008D1CB8">
        <w:rPr>
          <w:rFonts w:ascii="Calibri Light" w:hAnsi="Calibri Light"/>
          <w:i/>
          <w:iCs/>
          <w:color w:val="262626" w:themeColor="text1" w:themeTint="D9"/>
        </w:rPr>
        <w:t>termine</w:t>
      </w:r>
      <w:r w:rsidRPr="001A4EB7">
        <w:rPr>
          <w:rFonts w:ascii="Calibri Light" w:hAnsi="Calibri Light"/>
          <w:i/>
          <w:iCs/>
          <w:color w:val="262626" w:themeColor="text1" w:themeTint="D9"/>
        </w:rPr>
        <w:t xml:space="preserve"> di ciascun periodo riferito a ciascuna esperienza lavorativa)</w:t>
      </w:r>
      <w:r w:rsidRPr="001A4EB7">
        <w:rPr>
          <w:rFonts w:ascii="Calibri Light" w:hAnsi="Calibri Light"/>
          <w:color w:val="262626" w:themeColor="text1" w:themeTint="D9"/>
        </w:rPr>
        <w:t>:</w:t>
      </w:r>
    </w:p>
    <w:tbl>
      <w:tblPr>
        <w:tblW w:w="0" w:type="auto"/>
        <w:tblInd w:w="-5" w:type="dxa"/>
        <w:tblBorders>
          <w:top w:val="single" w:sz="4" w:space="0" w:color="51453F"/>
          <w:left w:val="single" w:sz="4" w:space="0" w:color="51453F"/>
          <w:bottom w:val="single" w:sz="4" w:space="0" w:color="51453F"/>
          <w:right w:val="single" w:sz="4" w:space="0" w:color="51453F"/>
          <w:insideH w:val="single" w:sz="4" w:space="0" w:color="51453F"/>
          <w:insideV w:val="single" w:sz="4" w:space="0" w:color="51453F"/>
        </w:tblBorders>
        <w:tblLook w:val="04A0" w:firstRow="1" w:lastRow="0" w:firstColumn="1" w:lastColumn="0" w:noHBand="0" w:noVBand="1"/>
      </w:tblPr>
      <w:tblGrid>
        <w:gridCol w:w="4819"/>
        <w:gridCol w:w="4814"/>
      </w:tblGrid>
      <w:tr w:rsidR="003A21A2" w:rsidRPr="001A4EB7" w14:paraId="7C10ECAB" w14:textId="77777777" w:rsidTr="004D5708">
        <w:tc>
          <w:tcPr>
            <w:tcW w:w="4819" w:type="dxa"/>
            <w:shd w:val="clear" w:color="auto" w:fill="auto"/>
          </w:tcPr>
          <w:p w14:paraId="6666262B" w14:textId="00101ED1" w:rsidR="003B6CFD" w:rsidRPr="001A4EB7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dal </w:t>
            </w: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1014496550"/>
                <w:placeholder>
                  <w:docPart w:val="2B1ACD5857D44E5FA1D760D9C2A2D0D9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  <w:tc>
          <w:tcPr>
            <w:tcW w:w="4814" w:type="dxa"/>
            <w:shd w:val="clear" w:color="auto" w:fill="auto"/>
          </w:tcPr>
          <w:p w14:paraId="77D33122" w14:textId="4F9B3FFE" w:rsidR="003B6CFD" w:rsidRPr="001A4EB7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al </w:t>
            </w: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348633472"/>
                <w:placeholder>
                  <w:docPart w:val="7813279BD3D24EA7BD55381FA628678E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1A4EB7" w14:paraId="67C41E49" w14:textId="77777777" w:rsidTr="004D5708">
        <w:tc>
          <w:tcPr>
            <w:tcW w:w="4819" w:type="dxa"/>
            <w:shd w:val="clear" w:color="auto" w:fill="auto"/>
          </w:tcPr>
          <w:p w14:paraId="30545E1F" w14:textId="77777777" w:rsidR="003B6CFD" w:rsidRPr="001A4EB7" w:rsidRDefault="00772D84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>per un totale di anni, mesi</w:t>
            </w:r>
            <w:r w:rsidR="003B6CFD" w:rsidRPr="001A4EB7">
              <w:rPr>
                <w:rFonts w:ascii="Calibri Light" w:hAnsi="Calibri Light"/>
                <w:color w:val="262626" w:themeColor="text1" w:themeTint="D9"/>
              </w:rPr>
              <w:t xml:space="preserve">: </w:t>
            </w:r>
          </w:p>
        </w:tc>
        <w:tc>
          <w:tcPr>
            <w:tcW w:w="4814" w:type="dxa"/>
            <w:shd w:val="clear" w:color="auto" w:fill="auto"/>
          </w:tcPr>
          <w:p w14:paraId="2FABAACC" w14:textId="1ACB8617" w:rsidR="003B6CFD" w:rsidRPr="001A4EB7" w:rsidRDefault="004C404B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207305121"/>
                <w:placeholder>
                  <w:docPart w:val="9AE135F04047466AAD487FE5C2FEE97F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1A4EB7" w14:paraId="32E37EF8" w14:textId="77777777" w:rsidTr="004D5708">
        <w:tc>
          <w:tcPr>
            <w:tcW w:w="4819" w:type="dxa"/>
            <w:shd w:val="clear" w:color="auto" w:fill="auto"/>
          </w:tcPr>
          <w:p w14:paraId="69CACFFA" w14:textId="77777777" w:rsidR="003B6CFD" w:rsidRPr="001A4EB7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attività a titolo di </w:t>
            </w:r>
            <w:r w:rsidRPr="001A4EB7">
              <w:rPr>
                <w:rFonts w:ascii="Calibri Light" w:hAnsi="Calibri Light"/>
                <w:i/>
                <w:iCs/>
                <w:color w:val="262626" w:themeColor="text1" w:themeTint="D9"/>
              </w:rPr>
              <w:t>(specificare, lavoro autonomo, lavoro dipendente)</w:t>
            </w: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:  </w:t>
            </w:r>
          </w:p>
        </w:tc>
        <w:tc>
          <w:tcPr>
            <w:tcW w:w="4814" w:type="dxa"/>
            <w:shd w:val="clear" w:color="auto" w:fill="auto"/>
          </w:tcPr>
          <w:p w14:paraId="24999485" w14:textId="622D7555" w:rsidR="003B6CFD" w:rsidRPr="001A4EB7" w:rsidRDefault="004C404B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304554692"/>
                <w:placeholder>
                  <w:docPart w:val="1A9FBEAFE1EB4149A408073AD13C3986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1A4EB7" w14:paraId="3A9F14B2" w14:textId="77777777" w:rsidTr="004D5708">
        <w:tc>
          <w:tcPr>
            <w:tcW w:w="4819" w:type="dxa"/>
            <w:shd w:val="clear" w:color="auto" w:fill="auto"/>
          </w:tcPr>
          <w:p w14:paraId="5C8AC2F7" w14:textId="77777777" w:rsidR="003B6CFD" w:rsidRPr="001A4EB7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presso </w:t>
            </w:r>
            <w:r w:rsidRPr="001A4EB7">
              <w:rPr>
                <w:rFonts w:ascii="Calibri Light" w:hAnsi="Calibri Light"/>
                <w:i/>
                <w:iCs/>
                <w:color w:val="262626" w:themeColor="text1" w:themeTint="D9"/>
              </w:rPr>
              <w:t>(denominazione azienda, Ente ecc.)</w:t>
            </w: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:  </w:t>
            </w:r>
          </w:p>
        </w:tc>
        <w:tc>
          <w:tcPr>
            <w:tcW w:w="4814" w:type="dxa"/>
            <w:shd w:val="clear" w:color="auto" w:fill="auto"/>
          </w:tcPr>
          <w:p w14:paraId="52665386" w14:textId="06E50927" w:rsidR="003B6CFD" w:rsidRPr="001A4EB7" w:rsidRDefault="004C404B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955791033"/>
                <w:placeholder>
                  <w:docPart w:val="2C80CBC8FB36473699A27CDED0D03FBC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1A4EB7" w14:paraId="18701CF8" w14:textId="77777777" w:rsidTr="004D5708">
        <w:tc>
          <w:tcPr>
            <w:tcW w:w="4819" w:type="dxa"/>
            <w:shd w:val="clear" w:color="auto" w:fill="auto"/>
          </w:tcPr>
          <w:p w14:paraId="03E9C26A" w14:textId="77777777" w:rsidR="003B6CFD" w:rsidRPr="001A4EB7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con qualifica di: </w:t>
            </w:r>
          </w:p>
        </w:tc>
        <w:tc>
          <w:tcPr>
            <w:tcW w:w="4814" w:type="dxa"/>
            <w:shd w:val="clear" w:color="auto" w:fill="auto"/>
          </w:tcPr>
          <w:p w14:paraId="39D41681" w14:textId="14A477C0" w:rsidR="003B6CFD" w:rsidRPr="001A4EB7" w:rsidRDefault="004C404B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769307204"/>
                <w:placeholder>
                  <w:docPart w:val="7F1F2FE92BC84E43AFF121F4D900C169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1A4EB7" w14:paraId="070CF08A" w14:textId="77777777" w:rsidTr="004D5708">
        <w:tc>
          <w:tcPr>
            <w:tcW w:w="4819" w:type="dxa"/>
            <w:shd w:val="clear" w:color="auto" w:fill="auto"/>
          </w:tcPr>
          <w:p w14:paraId="20142239" w14:textId="77777777" w:rsidR="003B6CFD" w:rsidRPr="001A4EB7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con i seguenti contenuti </w:t>
            </w:r>
            <w:r w:rsidRPr="001A4EB7">
              <w:rPr>
                <w:rFonts w:ascii="Calibri Light" w:hAnsi="Calibri Light"/>
                <w:i/>
                <w:iCs/>
                <w:color w:val="262626" w:themeColor="text1" w:themeTint="D9"/>
              </w:rPr>
              <w:t>(descrizione sintetica che metta in evidenza la coerenza dell’attività svolta con il profilo specifico)</w:t>
            </w: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: </w:t>
            </w:r>
          </w:p>
        </w:tc>
        <w:tc>
          <w:tcPr>
            <w:tcW w:w="4814" w:type="dxa"/>
            <w:shd w:val="clear" w:color="auto" w:fill="auto"/>
          </w:tcPr>
          <w:p w14:paraId="3F71AD2A" w14:textId="3217A2F3" w:rsidR="003B6CFD" w:rsidRPr="001A4EB7" w:rsidRDefault="004C404B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159822732"/>
                <w:placeholder>
                  <w:docPart w:val="C00266286AD5489F913A8BE5729E593E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</w:tbl>
    <w:p w14:paraId="16748E2A" w14:textId="77777777" w:rsidR="003B6CFD" w:rsidRPr="001A4EB7" w:rsidRDefault="003B6CFD" w:rsidP="001E54B0">
      <w:pPr>
        <w:widowControl w:val="0"/>
        <w:spacing w:after="0" w:line="264" w:lineRule="auto"/>
        <w:rPr>
          <w:rFonts w:ascii="Calibri Light" w:hAnsi="Calibri Light"/>
          <w:color w:val="262626" w:themeColor="text1" w:themeTint="D9"/>
        </w:rPr>
      </w:pPr>
    </w:p>
    <w:tbl>
      <w:tblPr>
        <w:tblW w:w="0" w:type="auto"/>
        <w:tblInd w:w="-5" w:type="dxa"/>
        <w:tblBorders>
          <w:top w:val="single" w:sz="4" w:space="0" w:color="51453F"/>
          <w:left w:val="single" w:sz="4" w:space="0" w:color="51453F"/>
          <w:bottom w:val="single" w:sz="4" w:space="0" w:color="51453F"/>
          <w:right w:val="single" w:sz="4" w:space="0" w:color="51453F"/>
          <w:insideH w:val="single" w:sz="4" w:space="0" w:color="51453F"/>
          <w:insideV w:val="single" w:sz="4" w:space="0" w:color="51453F"/>
        </w:tblBorders>
        <w:tblLook w:val="04A0" w:firstRow="1" w:lastRow="0" w:firstColumn="1" w:lastColumn="0" w:noHBand="0" w:noVBand="1"/>
      </w:tblPr>
      <w:tblGrid>
        <w:gridCol w:w="4819"/>
        <w:gridCol w:w="4814"/>
      </w:tblGrid>
      <w:tr w:rsidR="003A21A2" w:rsidRPr="001A4EB7" w14:paraId="14138A53" w14:textId="77777777" w:rsidTr="004D5708">
        <w:tc>
          <w:tcPr>
            <w:tcW w:w="4819" w:type="dxa"/>
            <w:shd w:val="clear" w:color="auto" w:fill="auto"/>
          </w:tcPr>
          <w:p w14:paraId="107EA54C" w14:textId="2EF4B6E0" w:rsidR="00CB5A3A" w:rsidRPr="001A4EB7" w:rsidRDefault="00CB5A3A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dal </w:t>
            </w: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253512151"/>
                <w:placeholder>
                  <w:docPart w:val="5DA7EEF8F9A84564A7B5450DCB547F99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  <w:tc>
          <w:tcPr>
            <w:tcW w:w="4814" w:type="dxa"/>
            <w:shd w:val="clear" w:color="auto" w:fill="auto"/>
          </w:tcPr>
          <w:p w14:paraId="65980563" w14:textId="094B0B9B" w:rsidR="00CB5A3A" w:rsidRPr="001A4EB7" w:rsidRDefault="00CB5A3A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al </w:t>
            </w: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1269424497"/>
                <w:placeholder>
                  <w:docPart w:val="41D8DE7846BF43198647D262A365EDDE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1A4EB7" w14:paraId="6BD5795F" w14:textId="77777777" w:rsidTr="004D5708">
        <w:tc>
          <w:tcPr>
            <w:tcW w:w="4819" w:type="dxa"/>
            <w:shd w:val="clear" w:color="auto" w:fill="auto"/>
          </w:tcPr>
          <w:p w14:paraId="4CAE4015" w14:textId="77777777" w:rsidR="00CB5A3A" w:rsidRPr="001A4EB7" w:rsidRDefault="00772D84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>per un totale di anni, mesi</w:t>
            </w:r>
            <w:r w:rsidR="00CB5A3A" w:rsidRPr="001A4EB7">
              <w:rPr>
                <w:rFonts w:ascii="Calibri Light" w:hAnsi="Calibri Light"/>
                <w:color w:val="262626" w:themeColor="text1" w:themeTint="D9"/>
              </w:rPr>
              <w:t xml:space="preserve">: </w:t>
            </w:r>
          </w:p>
        </w:tc>
        <w:tc>
          <w:tcPr>
            <w:tcW w:w="4814" w:type="dxa"/>
            <w:shd w:val="clear" w:color="auto" w:fill="auto"/>
          </w:tcPr>
          <w:p w14:paraId="53DD4CBB" w14:textId="13ECEEB9" w:rsidR="00CB5A3A" w:rsidRPr="001A4EB7" w:rsidRDefault="004C404B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1910495814"/>
                <w:placeholder>
                  <w:docPart w:val="1BEA1CD990024B50B81BCD4955F54EB7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1A4EB7" w14:paraId="1CB90FCC" w14:textId="77777777" w:rsidTr="004D5708">
        <w:tc>
          <w:tcPr>
            <w:tcW w:w="4819" w:type="dxa"/>
            <w:shd w:val="clear" w:color="auto" w:fill="auto"/>
          </w:tcPr>
          <w:p w14:paraId="779E30BD" w14:textId="77777777" w:rsidR="00CB5A3A" w:rsidRPr="001A4EB7" w:rsidRDefault="00CB5A3A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attività a titolo di </w:t>
            </w:r>
            <w:r w:rsidRPr="001A4EB7">
              <w:rPr>
                <w:rFonts w:ascii="Calibri Light" w:hAnsi="Calibri Light"/>
                <w:i/>
                <w:iCs/>
                <w:color w:val="262626" w:themeColor="text1" w:themeTint="D9"/>
              </w:rPr>
              <w:t>(specificare, lavoro autonomo, lavoro dipendente)</w:t>
            </w: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:  </w:t>
            </w:r>
          </w:p>
        </w:tc>
        <w:tc>
          <w:tcPr>
            <w:tcW w:w="4814" w:type="dxa"/>
            <w:shd w:val="clear" w:color="auto" w:fill="auto"/>
          </w:tcPr>
          <w:p w14:paraId="0AC0ACFD" w14:textId="34339FB8" w:rsidR="00CB5A3A" w:rsidRPr="001A4EB7" w:rsidRDefault="004C404B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1227412547"/>
                <w:placeholder>
                  <w:docPart w:val="F0C86079B5FB4D5FB00EAC66C8898B4F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1A4EB7" w14:paraId="6C10F894" w14:textId="77777777" w:rsidTr="004D5708">
        <w:tc>
          <w:tcPr>
            <w:tcW w:w="4819" w:type="dxa"/>
            <w:shd w:val="clear" w:color="auto" w:fill="auto"/>
          </w:tcPr>
          <w:p w14:paraId="029FCD32" w14:textId="77777777" w:rsidR="00CB5A3A" w:rsidRPr="001A4EB7" w:rsidRDefault="00CB5A3A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presso </w:t>
            </w:r>
            <w:r w:rsidRPr="001A4EB7">
              <w:rPr>
                <w:rFonts w:ascii="Calibri Light" w:hAnsi="Calibri Light"/>
                <w:i/>
                <w:iCs/>
                <w:color w:val="262626" w:themeColor="text1" w:themeTint="D9"/>
              </w:rPr>
              <w:t>(denominazione azienda, Ente ecc.)</w:t>
            </w: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:  </w:t>
            </w:r>
          </w:p>
        </w:tc>
        <w:tc>
          <w:tcPr>
            <w:tcW w:w="4814" w:type="dxa"/>
            <w:shd w:val="clear" w:color="auto" w:fill="auto"/>
          </w:tcPr>
          <w:p w14:paraId="478FA099" w14:textId="228CB51C" w:rsidR="00CB5A3A" w:rsidRPr="001A4EB7" w:rsidRDefault="004C404B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1383058324"/>
                <w:placeholder>
                  <w:docPart w:val="CDEE02460CEB444BBE279D489AA52FF3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1A4EB7" w14:paraId="270C9B52" w14:textId="77777777" w:rsidTr="004D5708">
        <w:tc>
          <w:tcPr>
            <w:tcW w:w="4819" w:type="dxa"/>
            <w:shd w:val="clear" w:color="auto" w:fill="auto"/>
          </w:tcPr>
          <w:p w14:paraId="621D454B" w14:textId="77777777" w:rsidR="00CB5A3A" w:rsidRPr="001A4EB7" w:rsidRDefault="00CB5A3A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con qualifica di: </w:t>
            </w:r>
          </w:p>
        </w:tc>
        <w:tc>
          <w:tcPr>
            <w:tcW w:w="4814" w:type="dxa"/>
            <w:shd w:val="clear" w:color="auto" w:fill="auto"/>
          </w:tcPr>
          <w:p w14:paraId="17F82E15" w14:textId="353F56E3" w:rsidR="00CB5A3A" w:rsidRPr="001A4EB7" w:rsidRDefault="004C404B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363786919"/>
                <w:placeholder>
                  <w:docPart w:val="AE5D1DB80B324109B45126F141F775A7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1A4EB7" w14:paraId="3A11302E" w14:textId="77777777" w:rsidTr="004D5708">
        <w:tc>
          <w:tcPr>
            <w:tcW w:w="4819" w:type="dxa"/>
            <w:shd w:val="clear" w:color="auto" w:fill="auto"/>
          </w:tcPr>
          <w:p w14:paraId="29AF5B67" w14:textId="77777777" w:rsidR="00CB5A3A" w:rsidRPr="001A4EB7" w:rsidRDefault="00CB5A3A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con i seguenti contenuti </w:t>
            </w:r>
            <w:r w:rsidRPr="001A4EB7">
              <w:rPr>
                <w:rFonts w:ascii="Calibri Light" w:hAnsi="Calibri Light"/>
                <w:i/>
                <w:iCs/>
                <w:color w:val="262626" w:themeColor="text1" w:themeTint="D9"/>
              </w:rPr>
              <w:t>(descrizione sintetica che metta in evidenza la coerenza dell’attività svolta con il profilo specifico)</w:t>
            </w:r>
            <w:r w:rsidRPr="001A4EB7">
              <w:rPr>
                <w:rFonts w:ascii="Calibri Light" w:hAnsi="Calibri Light"/>
                <w:color w:val="262626" w:themeColor="text1" w:themeTint="D9"/>
              </w:rPr>
              <w:t xml:space="preserve">: </w:t>
            </w:r>
          </w:p>
        </w:tc>
        <w:tc>
          <w:tcPr>
            <w:tcW w:w="4814" w:type="dxa"/>
            <w:shd w:val="clear" w:color="auto" w:fill="auto"/>
          </w:tcPr>
          <w:p w14:paraId="47524440" w14:textId="7BA4F8AB" w:rsidR="00CB5A3A" w:rsidRPr="001A4EB7" w:rsidRDefault="004C404B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919248884"/>
                <w:placeholder>
                  <w:docPart w:val="A8F32E4B396C4331909E8A4499B2DF1D"/>
                </w:placeholder>
                <w:showingPlcHdr/>
              </w:sdtPr>
              <w:sdtEndPr/>
              <w:sdtContent>
                <w:r w:rsidR="003A47E1" w:rsidRPr="001A4EB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</w:tbl>
    <w:p w14:paraId="407221E3" w14:textId="77777777" w:rsidR="003B6CFD" w:rsidRPr="001A4EB7" w:rsidRDefault="003B6CFD" w:rsidP="007560A1">
      <w:pPr>
        <w:widowControl w:val="0"/>
        <w:spacing w:line="264" w:lineRule="auto"/>
        <w:rPr>
          <w:rFonts w:ascii="Calibri Light" w:hAnsi="Calibri Light"/>
          <w:i/>
          <w:color w:val="262626" w:themeColor="text1" w:themeTint="D9"/>
          <w:sz w:val="20"/>
          <w:szCs w:val="20"/>
        </w:rPr>
      </w:pPr>
      <w:r w:rsidRPr="001A4EB7">
        <w:rPr>
          <w:rFonts w:ascii="Calibri Light" w:hAnsi="Calibri Light"/>
          <w:i/>
          <w:color w:val="262626" w:themeColor="text1" w:themeTint="D9"/>
          <w:sz w:val="20"/>
          <w:szCs w:val="20"/>
        </w:rPr>
        <w:t xml:space="preserve">(Aggiungere i campi ulteriormente necessari) </w:t>
      </w:r>
    </w:p>
    <w:p w14:paraId="70B865C4" w14:textId="4CA2FA17" w:rsidR="003B6CFD" w:rsidRPr="00DA3B11" w:rsidRDefault="003B6CFD" w:rsidP="003A21A2">
      <w:pPr>
        <w:pStyle w:val="Titolo2"/>
        <w:widowControl w:val="0"/>
        <w:numPr>
          <w:ilvl w:val="0"/>
          <w:numId w:val="23"/>
        </w:numPr>
        <w:spacing w:before="200" w:after="120"/>
        <w:ind w:left="0" w:firstLine="0"/>
        <w:jc w:val="left"/>
        <w:rPr>
          <w:b/>
          <w:sz w:val="24"/>
          <w:szCs w:val="22"/>
        </w:rPr>
      </w:pPr>
      <w:r w:rsidRPr="00DA3B11">
        <w:rPr>
          <w:b/>
          <w:sz w:val="24"/>
          <w:szCs w:val="22"/>
        </w:rPr>
        <w:t>ISCRIZIONE AD ALBI PROFESSIONALI</w:t>
      </w:r>
    </w:p>
    <w:p w14:paraId="6D24F50E" w14:textId="6A741F12" w:rsidR="003B6CFD" w:rsidRPr="003A21A2" w:rsidRDefault="003A47E1" w:rsidP="003B6CFD">
      <w:pPr>
        <w:widowControl w:val="0"/>
        <w:spacing w:line="264" w:lineRule="auto"/>
        <w:rPr>
          <w:rFonts w:ascii="Calibri Light" w:hAnsi="Calibri Light"/>
          <w:color w:val="262626" w:themeColor="text1" w:themeTint="D9"/>
        </w:rPr>
      </w:pPr>
      <w:r>
        <w:rPr>
          <w:rFonts w:ascii="Calibri Light" w:hAnsi="Calibri Light"/>
          <w:color w:val="262626" w:themeColor="text1" w:themeTint="D9"/>
        </w:rPr>
        <w:t>d</w:t>
      </w:r>
      <w:r w:rsidR="003B6CFD" w:rsidRPr="003A21A2">
        <w:rPr>
          <w:rFonts w:ascii="Calibri Light" w:hAnsi="Calibri Light"/>
          <w:color w:val="262626" w:themeColor="text1" w:themeTint="D9"/>
        </w:rPr>
        <w:t xml:space="preserve">i essere iscritto al seguente </w:t>
      </w:r>
      <w:r w:rsidR="003B6CFD" w:rsidRPr="005A3993">
        <w:rPr>
          <w:rFonts w:ascii="Calibri Light" w:hAnsi="Calibri Light"/>
          <w:color w:val="262626" w:themeColor="text1" w:themeTint="D9"/>
        </w:rPr>
        <w:t>Albo:</w:t>
      </w:r>
    </w:p>
    <w:tbl>
      <w:tblPr>
        <w:tblW w:w="0" w:type="auto"/>
        <w:tblBorders>
          <w:top w:val="single" w:sz="4" w:space="0" w:color="51453F"/>
          <w:left w:val="single" w:sz="4" w:space="0" w:color="51453F"/>
          <w:bottom w:val="single" w:sz="4" w:space="0" w:color="51453F"/>
          <w:right w:val="single" w:sz="4" w:space="0" w:color="51453F"/>
          <w:insideH w:val="single" w:sz="4" w:space="0" w:color="51453F"/>
          <w:insideV w:val="single" w:sz="4" w:space="0" w:color="51453F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3A21A2" w:rsidRPr="003A21A2" w14:paraId="7B312745" w14:textId="77777777" w:rsidTr="00CB5A3A">
        <w:tc>
          <w:tcPr>
            <w:tcW w:w="4815" w:type="dxa"/>
            <w:shd w:val="clear" w:color="auto" w:fill="auto"/>
          </w:tcPr>
          <w:p w14:paraId="3DDA06CF" w14:textId="77777777" w:rsidR="003B6CFD" w:rsidRPr="003A21A2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>Albo professionale</w:t>
            </w:r>
          </w:p>
        </w:tc>
        <w:tc>
          <w:tcPr>
            <w:tcW w:w="4813" w:type="dxa"/>
            <w:shd w:val="clear" w:color="auto" w:fill="auto"/>
          </w:tcPr>
          <w:p w14:paraId="7043FC40" w14:textId="56A14338" w:rsidR="003B6CFD" w:rsidRPr="003A21A2" w:rsidRDefault="004C404B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820798344"/>
                <w:placeholder>
                  <w:docPart w:val="2373EB744AA54AA9A69FCE60A11ED676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3A21A2" w14:paraId="4F353ADC" w14:textId="77777777" w:rsidTr="00CB5A3A">
        <w:tc>
          <w:tcPr>
            <w:tcW w:w="4815" w:type="dxa"/>
            <w:shd w:val="clear" w:color="auto" w:fill="auto"/>
          </w:tcPr>
          <w:p w14:paraId="27BC845E" w14:textId="77777777" w:rsidR="003B6CFD" w:rsidRPr="003A21A2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 xml:space="preserve">Data iscrizione </w:t>
            </w:r>
          </w:p>
        </w:tc>
        <w:tc>
          <w:tcPr>
            <w:tcW w:w="4813" w:type="dxa"/>
            <w:shd w:val="clear" w:color="auto" w:fill="auto"/>
          </w:tcPr>
          <w:p w14:paraId="062EDF32" w14:textId="607D8B79" w:rsidR="003B6CFD" w:rsidRPr="003A21A2" w:rsidRDefault="004C404B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112102270"/>
                <w:placeholder>
                  <w:docPart w:val="7E9973CC21E74F3DBA84F84E4A45C8CA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</w:tbl>
    <w:p w14:paraId="544BECE6" w14:textId="3DFBD5CF" w:rsidR="00CE1B49" w:rsidRPr="00DA3B11" w:rsidRDefault="00CE1B49" w:rsidP="00CE1B49">
      <w:pPr>
        <w:pStyle w:val="Titolo2"/>
        <w:widowControl w:val="0"/>
        <w:numPr>
          <w:ilvl w:val="0"/>
          <w:numId w:val="23"/>
        </w:numPr>
        <w:spacing w:before="200" w:after="120"/>
        <w:ind w:left="0" w:firstLine="0"/>
        <w:jc w:val="left"/>
        <w:rPr>
          <w:b/>
          <w:sz w:val="24"/>
          <w:szCs w:val="22"/>
        </w:rPr>
      </w:pPr>
      <w:r w:rsidRPr="00DA3B11">
        <w:rPr>
          <w:b/>
          <w:sz w:val="24"/>
          <w:szCs w:val="22"/>
        </w:rPr>
        <w:t>CERTIFICAZION</w:t>
      </w:r>
      <w:r>
        <w:rPr>
          <w:b/>
          <w:sz w:val="24"/>
          <w:szCs w:val="22"/>
        </w:rPr>
        <w:t>E BIM</w:t>
      </w:r>
    </w:p>
    <w:p w14:paraId="7FCC16D5" w14:textId="3092A2A9" w:rsidR="00CE1B49" w:rsidRPr="008D1CB8" w:rsidRDefault="00CE1B49" w:rsidP="00CE1B49">
      <w:pPr>
        <w:widowControl w:val="0"/>
        <w:spacing w:line="264" w:lineRule="auto"/>
        <w:rPr>
          <w:rFonts w:ascii="Calibri Light" w:hAnsi="Calibri Light"/>
          <w:iCs/>
          <w:color w:val="262626" w:themeColor="text1" w:themeTint="D9"/>
        </w:rPr>
      </w:pPr>
      <w:r>
        <w:rPr>
          <w:rFonts w:ascii="Calibri Light" w:hAnsi="Calibri Light"/>
          <w:iCs/>
          <w:color w:val="262626" w:themeColor="text1" w:themeTint="D9"/>
        </w:rPr>
        <w:t>d</w:t>
      </w:r>
      <w:r w:rsidRPr="003A21A2">
        <w:rPr>
          <w:rFonts w:ascii="Calibri Light" w:hAnsi="Calibri Light"/>
          <w:iCs/>
          <w:color w:val="262626" w:themeColor="text1" w:themeTint="D9"/>
        </w:rPr>
        <w:t xml:space="preserve">i essere in possesso </w:t>
      </w:r>
      <w:r w:rsidRPr="008D1CB8">
        <w:rPr>
          <w:rFonts w:ascii="Calibri Light" w:hAnsi="Calibri Light"/>
          <w:iCs/>
          <w:color w:val="262626" w:themeColor="text1" w:themeTint="D9"/>
        </w:rPr>
        <w:t>dell</w:t>
      </w:r>
      <w:r w:rsidR="005A3993" w:rsidRPr="008D1CB8">
        <w:rPr>
          <w:rFonts w:ascii="Calibri Light" w:hAnsi="Calibri Light"/>
          <w:iCs/>
          <w:color w:val="262626" w:themeColor="text1" w:themeTint="D9"/>
        </w:rPr>
        <w:t>a</w:t>
      </w:r>
      <w:r w:rsidRPr="008D1CB8">
        <w:rPr>
          <w:rFonts w:ascii="Calibri Light" w:hAnsi="Calibri Light"/>
          <w:iCs/>
          <w:color w:val="262626" w:themeColor="text1" w:themeTint="D9"/>
        </w:rPr>
        <w:t xml:space="preserve"> </w:t>
      </w:r>
      <w:r w:rsidR="005A3993" w:rsidRPr="008D1CB8">
        <w:rPr>
          <w:rFonts w:ascii="Calibri Light" w:hAnsi="Calibri Light"/>
          <w:iCs/>
          <w:color w:val="262626" w:themeColor="text1" w:themeTint="D9"/>
        </w:rPr>
        <w:t>certificazione BIM</w:t>
      </w:r>
      <w:r w:rsidRPr="008D1CB8">
        <w:rPr>
          <w:rFonts w:ascii="Calibri Light" w:hAnsi="Calibri Light"/>
          <w:iCs/>
          <w:color w:val="262626" w:themeColor="text1" w:themeTint="D9"/>
        </w:rPr>
        <w:t>:</w:t>
      </w:r>
    </w:p>
    <w:tbl>
      <w:tblPr>
        <w:tblW w:w="0" w:type="auto"/>
        <w:tblBorders>
          <w:top w:val="single" w:sz="4" w:space="0" w:color="51453F"/>
          <w:left w:val="single" w:sz="4" w:space="0" w:color="51453F"/>
          <w:bottom w:val="single" w:sz="4" w:space="0" w:color="51453F"/>
          <w:right w:val="single" w:sz="4" w:space="0" w:color="51453F"/>
          <w:insideH w:val="single" w:sz="4" w:space="0" w:color="51453F"/>
          <w:insideV w:val="single" w:sz="4" w:space="0" w:color="51453F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CE1B49" w:rsidRPr="003A21A2" w14:paraId="7751FA91" w14:textId="77777777" w:rsidTr="001910C5">
        <w:tc>
          <w:tcPr>
            <w:tcW w:w="4815" w:type="dxa"/>
            <w:shd w:val="clear" w:color="auto" w:fill="auto"/>
          </w:tcPr>
          <w:p w14:paraId="2998E1A6" w14:textId="77777777" w:rsidR="00CE1B49" w:rsidRPr="008D1CB8" w:rsidRDefault="00CE1B49" w:rsidP="001910C5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8D1CB8">
              <w:rPr>
                <w:rFonts w:ascii="Calibri Light" w:hAnsi="Calibri Light"/>
                <w:color w:val="262626" w:themeColor="text1" w:themeTint="D9"/>
              </w:rPr>
              <w:t xml:space="preserve">Rilasciata da </w:t>
            </w:r>
          </w:p>
        </w:tc>
        <w:tc>
          <w:tcPr>
            <w:tcW w:w="4813" w:type="dxa"/>
            <w:shd w:val="clear" w:color="auto" w:fill="auto"/>
          </w:tcPr>
          <w:p w14:paraId="691575B8" w14:textId="77777777" w:rsidR="00CE1B49" w:rsidRPr="003A21A2" w:rsidRDefault="004C404B" w:rsidP="001910C5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1696806625"/>
                <w:placeholder>
                  <w:docPart w:val="A06651B97F624C518A795F6EF9FF827C"/>
                </w:placeholder>
                <w:showingPlcHdr/>
              </w:sdtPr>
              <w:sdtEndPr/>
              <w:sdtContent>
                <w:r w:rsidR="00CE1B49" w:rsidRPr="008D1CB8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CE1B49" w:rsidRPr="003A21A2" w14:paraId="7F003AA2" w14:textId="77777777" w:rsidTr="001910C5">
        <w:tc>
          <w:tcPr>
            <w:tcW w:w="4815" w:type="dxa"/>
            <w:shd w:val="clear" w:color="auto" w:fill="auto"/>
          </w:tcPr>
          <w:p w14:paraId="1F068E01" w14:textId="77777777" w:rsidR="00CE1B49" w:rsidRPr="003A21A2" w:rsidRDefault="00CE1B49" w:rsidP="001910C5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 xml:space="preserve">in data  </w:t>
            </w:r>
          </w:p>
        </w:tc>
        <w:tc>
          <w:tcPr>
            <w:tcW w:w="4813" w:type="dxa"/>
            <w:shd w:val="clear" w:color="auto" w:fill="auto"/>
          </w:tcPr>
          <w:p w14:paraId="5982839E" w14:textId="77777777" w:rsidR="00CE1B49" w:rsidRPr="003A21A2" w:rsidRDefault="004C404B" w:rsidP="001910C5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205394676"/>
                <w:placeholder>
                  <w:docPart w:val="025806366849422C97F8CDA87DC0A922"/>
                </w:placeholder>
                <w:showingPlcHdr/>
              </w:sdtPr>
              <w:sdtEndPr/>
              <w:sdtContent>
                <w:r w:rsidR="00CE1B49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</w:tbl>
    <w:p w14:paraId="481FDE84" w14:textId="16AA1576" w:rsidR="003B6CFD" w:rsidRPr="00DA3B11" w:rsidRDefault="003B6CFD" w:rsidP="003A21A2">
      <w:pPr>
        <w:pStyle w:val="Titolo2"/>
        <w:widowControl w:val="0"/>
        <w:numPr>
          <w:ilvl w:val="0"/>
          <w:numId w:val="23"/>
        </w:numPr>
        <w:spacing w:before="200" w:after="120"/>
        <w:ind w:left="0" w:firstLine="0"/>
        <w:jc w:val="left"/>
        <w:rPr>
          <w:b/>
          <w:sz w:val="24"/>
          <w:szCs w:val="22"/>
        </w:rPr>
      </w:pPr>
      <w:r w:rsidRPr="00DA3B11">
        <w:rPr>
          <w:b/>
          <w:sz w:val="24"/>
          <w:szCs w:val="22"/>
        </w:rPr>
        <w:t>CERTIFICAZIONI</w:t>
      </w:r>
    </w:p>
    <w:p w14:paraId="09A84A91" w14:textId="6D98180E" w:rsidR="003B6CFD" w:rsidRPr="003A21A2" w:rsidRDefault="003A47E1" w:rsidP="003B6CFD">
      <w:pPr>
        <w:widowControl w:val="0"/>
        <w:spacing w:line="264" w:lineRule="auto"/>
        <w:rPr>
          <w:rFonts w:ascii="Calibri Light" w:hAnsi="Calibri Light"/>
          <w:iCs/>
          <w:color w:val="262626" w:themeColor="text1" w:themeTint="D9"/>
        </w:rPr>
      </w:pPr>
      <w:r>
        <w:rPr>
          <w:rFonts w:ascii="Calibri Light" w:hAnsi="Calibri Light"/>
          <w:iCs/>
          <w:color w:val="262626" w:themeColor="text1" w:themeTint="D9"/>
        </w:rPr>
        <w:t>d</w:t>
      </w:r>
      <w:r w:rsidR="003B6CFD" w:rsidRPr="003A21A2">
        <w:rPr>
          <w:rFonts w:ascii="Calibri Light" w:hAnsi="Calibri Light"/>
          <w:iCs/>
          <w:color w:val="262626" w:themeColor="text1" w:themeTint="D9"/>
        </w:rPr>
        <w:t xml:space="preserve">i essere in possesso </w:t>
      </w:r>
      <w:r w:rsidR="008D1CB8">
        <w:rPr>
          <w:rFonts w:ascii="Calibri Light" w:hAnsi="Calibri Light"/>
          <w:iCs/>
          <w:color w:val="262626" w:themeColor="text1" w:themeTint="D9"/>
        </w:rPr>
        <w:t>dei seguenti attestati che</w:t>
      </w:r>
      <w:r w:rsidR="003B6CFD" w:rsidRPr="003A21A2">
        <w:rPr>
          <w:rFonts w:ascii="Calibri Light" w:hAnsi="Calibri Light"/>
          <w:iCs/>
          <w:color w:val="262626" w:themeColor="text1" w:themeTint="D9"/>
        </w:rPr>
        <w:t xml:space="preserve"> comprovano </w:t>
      </w:r>
      <w:r w:rsidR="001E54B0">
        <w:rPr>
          <w:rFonts w:ascii="Calibri Light" w:hAnsi="Calibri Light"/>
          <w:iCs/>
          <w:color w:val="262626" w:themeColor="text1" w:themeTint="D9"/>
        </w:rPr>
        <w:t>l’iscrizione a elenchi professionali</w:t>
      </w:r>
      <w:r w:rsidR="008D1CB8">
        <w:rPr>
          <w:rFonts w:ascii="Calibri Light" w:hAnsi="Calibri Light"/>
          <w:iCs/>
          <w:color w:val="262626" w:themeColor="text1" w:themeTint="D9"/>
        </w:rPr>
        <w:t xml:space="preserve"> abilitanti all’esercizio di specifiche funzioni tecniche</w:t>
      </w:r>
      <w:r w:rsidR="003B6CFD" w:rsidRPr="003A21A2">
        <w:rPr>
          <w:rFonts w:ascii="Calibri Light" w:hAnsi="Calibri Light"/>
          <w:iCs/>
          <w:color w:val="262626" w:themeColor="text1" w:themeTint="D9"/>
        </w:rPr>
        <w:t>:</w:t>
      </w:r>
    </w:p>
    <w:tbl>
      <w:tblPr>
        <w:tblW w:w="0" w:type="auto"/>
        <w:tblBorders>
          <w:top w:val="single" w:sz="4" w:space="0" w:color="51453F"/>
          <w:left w:val="single" w:sz="4" w:space="0" w:color="51453F"/>
          <w:bottom w:val="single" w:sz="4" w:space="0" w:color="51453F"/>
          <w:right w:val="single" w:sz="4" w:space="0" w:color="51453F"/>
          <w:insideH w:val="single" w:sz="4" w:space="0" w:color="51453F"/>
          <w:insideV w:val="single" w:sz="4" w:space="0" w:color="51453F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3A21A2" w:rsidRPr="003A21A2" w14:paraId="28E5D212" w14:textId="77777777" w:rsidTr="00CB5A3A">
        <w:tc>
          <w:tcPr>
            <w:tcW w:w="4815" w:type="dxa"/>
            <w:shd w:val="clear" w:color="auto" w:fill="auto"/>
          </w:tcPr>
          <w:p w14:paraId="184163A3" w14:textId="77777777" w:rsidR="003B6CFD" w:rsidRPr="003A21A2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 xml:space="preserve">Tipologia Certificazione </w:t>
            </w:r>
          </w:p>
        </w:tc>
        <w:tc>
          <w:tcPr>
            <w:tcW w:w="4813" w:type="dxa"/>
            <w:shd w:val="clear" w:color="auto" w:fill="auto"/>
          </w:tcPr>
          <w:p w14:paraId="1F981838" w14:textId="146AE122" w:rsidR="003B6CFD" w:rsidRPr="003A21A2" w:rsidRDefault="004C404B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67875367"/>
                <w:placeholder>
                  <w:docPart w:val="374A84E4796444B381A422A8597EA623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3A21A2" w14:paraId="320DC0C9" w14:textId="77777777" w:rsidTr="00CB5A3A">
        <w:tc>
          <w:tcPr>
            <w:tcW w:w="4815" w:type="dxa"/>
            <w:shd w:val="clear" w:color="auto" w:fill="auto"/>
          </w:tcPr>
          <w:p w14:paraId="13B8B916" w14:textId="77777777" w:rsidR="003B6CFD" w:rsidRPr="003A21A2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 xml:space="preserve">Rilasciata da </w:t>
            </w:r>
          </w:p>
        </w:tc>
        <w:tc>
          <w:tcPr>
            <w:tcW w:w="4813" w:type="dxa"/>
            <w:shd w:val="clear" w:color="auto" w:fill="auto"/>
          </w:tcPr>
          <w:p w14:paraId="30A12B7A" w14:textId="172CA99E" w:rsidR="003B6CFD" w:rsidRPr="003A21A2" w:rsidRDefault="004C404B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538042070"/>
                <w:placeholder>
                  <w:docPart w:val="B25C1CF04DA0459B8291B79D6252E41D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3A21A2" w14:paraId="1FA77864" w14:textId="77777777" w:rsidTr="00CB5A3A">
        <w:tc>
          <w:tcPr>
            <w:tcW w:w="4815" w:type="dxa"/>
            <w:shd w:val="clear" w:color="auto" w:fill="auto"/>
          </w:tcPr>
          <w:p w14:paraId="54A9B436" w14:textId="77777777" w:rsidR="003B6CFD" w:rsidRPr="003A21A2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 xml:space="preserve">in data  </w:t>
            </w:r>
          </w:p>
        </w:tc>
        <w:tc>
          <w:tcPr>
            <w:tcW w:w="4813" w:type="dxa"/>
            <w:shd w:val="clear" w:color="auto" w:fill="auto"/>
          </w:tcPr>
          <w:p w14:paraId="0D73699E" w14:textId="6B1D2AE7" w:rsidR="003B6CFD" w:rsidRPr="003A21A2" w:rsidRDefault="004C404B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1090121356"/>
                <w:placeholder>
                  <w:docPart w:val="014A463E9B8E49E5BF7C751D444C032D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B6CFD" w:rsidRPr="003A21A2" w14:paraId="5B01748D" w14:textId="77777777" w:rsidTr="00CB5A3A">
        <w:tc>
          <w:tcPr>
            <w:tcW w:w="4815" w:type="dxa"/>
            <w:shd w:val="clear" w:color="auto" w:fill="auto"/>
          </w:tcPr>
          <w:p w14:paraId="76C24B53" w14:textId="77777777" w:rsidR="003B6CFD" w:rsidRPr="003A21A2" w:rsidRDefault="003B6CFD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>validità</w:t>
            </w:r>
          </w:p>
        </w:tc>
        <w:tc>
          <w:tcPr>
            <w:tcW w:w="4813" w:type="dxa"/>
            <w:shd w:val="clear" w:color="auto" w:fill="auto"/>
          </w:tcPr>
          <w:p w14:paraId="16D0956F" w14:textId="50E1B9F2" w:rsidR="003B6CFD" w:rsidRPr="003A21A2" w:rsidRDefault="004C404B" w:rsidP="00CB5A3A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34422282"/>
                <w:placeholder>
                  <w:docPart w:val="7D2433DC325A4DC5B19EB4C8C8918551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</w:tbl>
    <w:p w14:paraId="61E12C06" w14:textId="77777777" w:rsidR="003B6CFD" w:rsidRPr="003A21A2" w:rsidRDefault="003B6CFD" w:rsidP="003B6CFD">
      <w:pPr>
        <w:widowControl w:val="0"/>
        <w:spacing w:line="264" w:lineRule="auto"/>
        <w:rPr>
          <w:rFonts w:ascii="Calibri Light" w:hAnsi="Calibri Light"/>
          <w:iCs/>
          <w:color w:val="262626" w:themeColor="text1" w:themeTint="D9"/>
        </w:rPr>
      </w:pPr>
    </w:p>
    <w:tbl>
      <w:tblPr>
        <w:tblW w:w="0" w:type="auto"/>
        <w:tblBorders>
          <w:top w:val="single" w:sz="4" w:space="0" w:color="51453F"/>
          <w:left w:val="single" w:sz="4" w:space="0" w:color="51453F"/>
          <w:bottom w:val="single" w:sz="4" w:space="0" w:color="51453F"/>
          <w:right w:val="single" w:sz="4" w:space="0" w:color="51453F"/>
          <w:insideH w:val="single" w:sz="4" w:space="0" w:color="51453F"/>
          <w:insideV w:val="single" w:sz="4" w:space="0" w:color="51453F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3A21A2" w:rsidRPr="003A21A2" w14:paraId="349989FE" w14:textId="77777777" w:rsidTr="003F4368">
        <w:tc>
          <w:tcPr>
            <w:tcW w:w="4815" w:type="dxa"/>
            <w:shd w:val="clear" w:color="auto" w:fill="auto"/>
          </w:tcPr>
          <w:p w14:paraId="1662C41D" w14:textId="2D46A1AD" w:rsidR="00CB5A3A" w:rsidRPr="003A21A2" w:rsidRDefault="00CB5A3A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 xml:space="preserve">Tipologia </w:t>
            </w:r>
            <w:r w:rsidR="001E54B0">
              <w:rPr>
                <w:rFonts w:ascii="Calibri Light" w:hAnsi="Calibri Light"/>
                <w:iCs/>
                <w:color w:val="262626" w:themeColor="text1" w:themeTint="D9"/>
              </w:rPr>
              <w:t>Elenco professionali</w:t>
            </w:r>
          </w:p>
        </w:tc>
        <w:tc>
          <w:tcPr>
            <w:tcW w:w="4813" w:type="dxa"/>
            <w:shd w:val="clear" w:color="auto" w:fill="auto"/>
          </w:tcPr>
          <w:p w14:paraId="660A4F85" w14:textId="3DCD58AF" w:rsidR="00CB5A3A" w:rsidRPr="003A21A2" w:rsidRDefault="004C404B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261916486"/>
                <w:placeholder>
                  <w:docPart w:val="5D3DFB234FCC425AA910C48467FF28B5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3A21A2" w14:paraId="3461EB88" w14:textId="77777777" w:rsidTr="003F4368">
        <w:tc>
          <w:tcPr>
            <w:tcW w:w="4815" w:type="dxa"/>
            <w:shd w:val="clear" w:color="auto" w:fill="auto"/>
          </w:tcPr>
          <w:p w14:paraId="014FA59A" w14:textId="77777777" w:rsidR="00CB5A3A" w:rsidRPr="003A21A2" w:rsidRDefault="00CB5A3A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 xml:space="preserve">Rilasciata da </w:t>
            </w:r>
          </w:p>
        </w:tc>
        <w:tc>
          <w:tcPr>
            <w:tcW w:w="4813" w:type="dxa"/>
            <w:shd w:val="clear" w:color="auto" w:fill="auto"/>
          </w:tcPr>
          <w:p w14:paraId="6790ADA1" w14:textId="60D215BC" w:rsidR="00CB5A3A" w:rsidRPr="003A21A2" w:rsidRDefault="004C404B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-1929176156"/>
                <w:placeholder>
                  <w:docPart w:val="43C47ABD1F314E5DA23215A5BA12546C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3A21A2" w:rsidRPr="003A21A2" w14:paraId="78CA7701" w14:textId="77777777" w:rsidTr="003F4368">
        <w:tc>
          <w:tcPr>
            <w:tcW w:w="4815" w:type="dxa"/>
            <w:shd w:val="clear" w:color="auto" w:fill="auto"/>
          </w:tcPr>
          <w:p w14:paraId="2B9590E1" w14:textId="77777777" w:rsidR="00CB5A3A" w:rsidRPr="003A21A2" w:rsidRDefault="00CB5A3A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 xml:space="preserve">in data  </w:t>
            </w:r>
          </w:p>
        </w:tc>
        <w:tc>
          <w:tcPr>
            <w:tcW w:w="4813" w:type="dxa"/>
            <w:shd w:val="clear" w:color="auto" w:fill="auto"/>
          </w:tcPr>
          <w:p w14:paraId="23E3E4BA" w14:textId="511EA64D" w:rsidR="00CB5A3A" w:rsidRPr="003A21A2" w:rsidRDefault="004C404B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409208815"/>
                <w:placeholder>
                  <w:docPart w:val="43D550DF47034444B92FBE2CC02855CC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  <w:tr w:rsidR="00CB5A3A" w:rsidRPr="003A21A2" w14:paraId="100839E6" w14:textId="77777777" w:rsidTr="003F4368">
        <w:tc>
          <w:tcPr>
            <w:tcW w:w="4815" w:type="dxa"/>
            <w:shd w:val="clear" w:color="auto" w:fill="auto"/>
          </w:tcPr>
          <w:p w14:paraId="0A444D7D" w14:textId="77777777" w:rsidR="00CB5A3A" w:rsidRPr="003A21A2" w:rsidRDefault="00CB5A3A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r w:rsidRPr="003A21A2">
              <w:rPr>
                <w:rFonts w:ascii="Calibri Light" w:hAnsi="Calibri Light"/>
                <w:color w:val="262626" w:themeColor="text1" w:themeTint="D9"/>
              </w:rPr>
              <w:t>validità</w:t>
            </w:r>
          </w:p>
        </w:tc>
        <w:tc>
          <w:tcPr>
            <w:tcW w:w="4813" w:type="dxa"/>
            <w:shd w:val="clear" w:color="auto" w:fill="auto"/>
          </w:tcPr>
          <w:p w14:paraId="795D6C14" w14:textId="469EC792" w:rsidR="00CB5A3A" w:rsidRPr="003A21A2" w:rsidRDefault="004C404B" w:rsidP="003F4368">
            <w:pPr>
              <w:widowControl w:val="0"/>
              <w:spacing w:before="40" w:after="40" w:line="264" w:lineRule="auto"/>
              <w:rPr>
                <w:rFonts w:ascii="Calibri Light" w:hAnsi="Calibri Light"/>
                <w:color w:val="262626" w:themeColor="text1" w:themeTint="D9"/>
              </w:rPr>
            </w:pPr>
            <w:sdt>
              <w:sdtPr>
                <w:rPr>
                  <w:rFonts w:ascii="Calibri Light" w:hAnsi="Calibri Light" w:cs="Calibri Light"/>
                  <w:color w:val="404040" w:themeColor="text1" w:themeTint="BF"/>
                </w:rPr>
                <w:id w:val="1617871385"/>
                <w:placeholder>
                  <w:docPart w:val="ABD418A06E0A45F09236C1CD2951435C"/>
                </w:placeholder>
                <w:showingPlcHdr/>
              </w:sdtPr>
              <w:sdtEndPr/>
              <w:sdtContent>
                <w:r w:rsidR="003A47E1" w:rsidRPr="005D1E17">
                  <w:rPr>
                    <w:rStyle w:val="Testosegnaposto"/>
                    <w:rFonts w:ascii="Calibri Light" w:hAnsi="Calibri Light" w:cs="Calibri Light"/>
                    <w:color w:val="E11316"/>
                  </w:rPr>
                  <w:t>Fare clic qui immettere testo.</w:t>
                </w:r>
              </w:sdtContent>
            </w:sdt>
          </w:p>
        </w:tc>
      </w:tr>
    </w:tbl>
    <w:p w14:paraId="35CD6F3A" w14:textId="524B8E04" w:rsidR="00193F47" w:rsidRPr="007560A1" w:rsidRDefault="00193F47" w:rsidP="00193F47">
      <w:pPr>
        <w:widowControl w:val="0"/>
        <w:spacing w:line="264" w:lineRule="auto"/>
        <w:rPr>
          <w:rFonts w:ascii="Calibri Light" w:hAnsi="Calibri Light"/>
          <w:i/>
          <w:color w:val="262626" w:themeColor="text1" w:themeTint="D9"/>
          <w:sz w:val="20"/>
          <w:szCs w:val="20"/>
        </w:rPr>
      </w:pPr>
      <w:r w:rsidRPr="007560A1">
        <w:rPr>
          <w:rFonts w:ascii="Calibri Light" w:hAnsi="Calibri Light"/>
          <w:i/>
          <w:color w:val="262626" w:themeColor="text1" w:themeTint="D9"/>
          <w:sz w:val="20"/>
          <w:szCs w:val="20"/>
        </w:rPr>
        <w:t xml:space="preserve">(Aggiungere i campi ulteriormente necessari) </w:t>
      </w:r>
    </w:p>
    <w:p w14:paraId="1417EC3F" w14:textId="77777777" w:rsidR="003A21A2" w:rsidRDefault="003A21A2" w:rsidP="00CB5A3A">
      <w:pPr>
        <w:widowControl w:val="0"/>
        <w:tabs>
          <w:tab w:val="left" w:pos="5103"/>
        </w:tabs>
        <w:spacing w:line="264" w:lineRule="auto"/>
        <w:rPr>
          <w:rFonts w:ascii="Calibri Light" w:hAnsi="Calibri Light"/>
          <w:color w:val="262626" w:themeColor="text1" w:themeTint="D9"/>
        </w:rPr>
      </w:pPr>
    </w:p>
    <w:p w14:paraId="2AF9E622" w14:textId="7D2874DB" w:rsidR="00CB5A3A" w:rsidRPr="003A21A2" w:rsidRDefault="00CB5A3A" w:rsidP="00CB5A3A">
      <w:pPr>
        <w:widowControl w:val="0"/>
        <w:tabs>
          <w:tab w:val="left" w:pos="5103"/>
        </w:tabs>
        <w:spacing w:line="264" w:lineRule="auto"/>
        <w:rPr>
          <w:rFonts w:ascii="Calibri Light" w:hAnsi="Calibri Light"/>
          <w:color w:val="262626" w:themeColor="text1" w:themeTint="D9"/>
        </w:rPr>
      </w:pPr>
      <w:r w:rsidRPr="003A21A2">
        <w:rPr>
          <w:rFonts w:ascii="Calibri Light" w:hAnsi="Calibri Light"/>
          <w:color w:val="262626" w:themeColor="text1" w:themeTint="D9"/>
        </w:rPr>
        <w:t>Data</w:t>
      </w:r>
      <w:r w:rsidRPr="003A21A2">
        <w:rPr>
          <w:rFonts w:ascii="Calibri Light" w:hAnsi="Calibri Light"/>
          <w:color w:val="262626" w:themeColor="text1" w:themeTint="D9"/>
        </w:rPr>
        <w:tab/>
        <w:t>Firma</w:t>
      </w:r>
    </w:p>
    <w:p w14:paraId="4FFE6477" w14:textId="39A1C7E7" w:rsidR="00CB5A3A" w:rsidRPr="003A21A2" w:rsidRDefault="004C404B" w:rsidP="00CB5A3A">
      <w:pPr>
        <w:widowControl w:val="0"/>
        <w:tabs>
          <w:tab w:val="left" w:pos="5103"/>
        </w:tabs>
        <w:spacing w:line="264" w:lineRule="auto"/>
        <w:rPr>
          <w:rFonts w:ascii="Calibri Light" w:hAnsi="Calibri Light"/>
          <w:color w:val="262626" w:themeColor="text1" w:themeTint="D9"/>
        </w:rPr>
      </w:pPr>
      <w:sdt>
        <w:sdtPr>
          <w:rPr>
            <w:rFonts w:ascii="Calibri Light" w:hAnsi="Calibri Light" w:cs="Calibri Light"/>
            <w:color w:val="404040" w:themeColor="text1" w:themeTint="BF"/>
          </w:rPr>
          <w:id w:val="1844896149"/>
          <w:placeholder>
            <w:docPart w:val="E7C0ED13E9404B3E92ADE0B425FC21E5"/>
          </w:placeholder>
          <w:showingPlcHdr/>
        </w:sdtPr>
        <w:sdtEndPr/>
        <w:sdtContent>
          <w:r w:rsidR="003A47E1" w:rsidRPr="005D1E17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="00CB5A3A" w:rsidRPr="003A21A2">
        <w:rPr>
          <w:rFonts w:ascii="Calibri Light" w:hAnsi="Calibri Light"/>
          <w:color w:val="262626" w:themeColor="text1" w:themeTint="D9"/>
        </w:rPr>
        <w:tab/>
      </w:r>
      <w:r w:rsidR="003A47E1">
        <w:rPr>
          <w:rFonts w:ascii="Calibri Light" w:hAnsi="Calibri Light"/>
          <w:color w:val="262626" w:themeColor="text1" w:themeTint="D9"/>
        </w:rPr>
        <w:t>_________________________________________</w:t>
      </w:r>
    </w:p>
    <w:p w14:paraId="43A3F1DD" w14:textId="77777777" w:rsidR="003A21A2" w:rsidRDefault="003A21A2" w:rsidP="003B6CFD">
      <w:pPr>
        <w:widowControl w:val="0"/>
        <w:spacing w:line="264" w:lineRule="auto"/>
        <w:rPr>
          <w:rFonts w:ascii="Calibri Light" w:hAnsi="Calibri Light"/>
        </w:rPr>
      </w:pPr>
    </w:p>
    <w:p w14:paraId="6D611952" w14:textId="02AD95A6" w:rsidR="003B6CFD" w:rsidRPr="003B6CFD" w:rsidRDefault="003B6CFD" w:rsidP="003B6CFD">
      <w:pPr>
        <w:widowControl w:val="0"/>
        <w:spacing w:line="264" w:lineRule="auto"/>
        <w:rPr>
          <w:rFonts w:ascii="Calibri Light" w:hAnsi="Calibri Light"/>
        </w:rPr>
      </w:pPr>
    </w:p>
    <w:p w14:paraId="411554CD" w14:textId="5852B933" w:rsidR="00916D7A" w:rsidRPr="00916D7A" w:rsidRDefault="003A47E1" w:rsidP="00CC1E16">
      <w:pPr>
        <w:widowControl w:val="0"/>
        <w:spacing w:line="264" w:lineRule="auto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it-IT"/>
        </w:rPr>
        <mc:AlternateContent>
          <mc:Choice Requires="wps">
            <w:drawing>
              <wp:inline distT="0" distB="0" distL="0" distR="0" wp14:anchorId="6EDB9A1D" wp14:editId="18FF15A7">
                <wp:extent cx="6108065" cy="962025"/>
                <wp:effectExtent l="0" t="0" r="26035" b="27940"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06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7E007" w14:textId="77777777" w:rsidR="00CB5A3A" w:rsidRPr="003A21A2" w:rsidRDefault="00CB5A3A" w:rsidP="00CB5A3A">
                            <w:pPr>
                              <w:widowControl w:val="0"/>
                              <w:spacing w:before="60" w:after="60" w:line="264" w:lineRule="auto"/>
                              <w:rPr>
                                <w:rFonts w:ascii="Calibri Light" w:hAnsi="Calibri Light"/>
                                <w:i/>
                                <w:iCs/>
                                <w:color w:val="262626" w:themeColor="text1" w:themeTint="D9"/>
                              </w:rPr>
                            </w:pPr>
                            <w:r w:rsidRPr="003A21A2">
                              <w:rPr>
                                <w:rFonts w:ascii="Calibri Light" w:hAnsi="Calibri Light"/>
                                <w:i/>
                                <w:iCs/>
                                <w:color w:val="262626" w:themeColor="text1" w:themeTint="D9"/>
                              </w:rPr>
                              <w:t>AVVERTENZE</w:t>
                            </w:r>
                          </w:p>
                          <w:p w14:paraId="357A3CCB" w14:textId="77777777" w:rsidR="00CB5A3A" w:rsidRPr="003A21A2" w:rsidRDefault="00CB5A3A" w:rsidP="00CB5A3A">
                            <w:pPr>
                              <w:widowControl w:val="0"/>
                              <w:spacing w:before="60" w:after="60" w:line="264" w:lineRule="auto"/>
                              <w:rPr>
                                <w:color w:val="262626" w:themeColor="text1" w:themeTint="D9"/>
                              </w:rPr>
                            </w:pPr>
                            <w:r w:rsidRPr="003A21A2">
                              <w:rPr>
                                <w:rFonts w:ascii="Calibri Light" w:hAnsi="Calibri Light"/>
                                <w:i/>
                                <w:iCs/>
                                <w:color w:val="262626" w:themeColor="text1" w:themeTint="D9"/>
                              </w:rPr>
                              <w:t>Le dichiarazioni contenute nella domanda non richiedono autenticazione della sottoscrizione da parte di pubblico ufficiale. La domanda può essere sottoscritta direttamente dal dichiarante e inviata al Consorzio unitamente a fotocopia di documento di identità senza ulteriori formalità.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DB9A1D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width:480.9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" fillcolor="white [3201]" strokecolor="#7f7f7f [1612]" strokeweight=".5pt">
                <v:textbox style="mso-fit-shape-to-text:t">
                  <w:txbxContent>
                    <w:p w14:paraId="3897E007" w14:textId="77777777" w:rsidR="00CB5A3A" w:rsidRPr="003A21A2" w:rsidRDefault="00CB5A3A" w:rsidP="00CB5A3A">
                      <w:pPr>
                        <w:widowControl w:val="0"/>
                        <w:spacing w:before="60" w:after="60" w:line="264" w:lineRule="auto"/>
                        <w:rPr>
                          <w:rFonts w:ascii="Calibri Light" w:hAnsi="Calibri Light"/>
                          <w:i/>
                          <w:iCs/>
                          <w:color w:val="262626" w:themeColor="text1" w:themeTint="D9"/>
                        </w:rPr>
                      </w:pPr>
                      <w:r w:rsidRPr="003A21A2">
                        <w:rPr>
                          <w:rFonts w:ascii="Calibri Light" w:hAnsi="Calibri Light"/>
                          <w:i/>
                          <w:iCs/>
                          <w:color w:val="262626" w:themeColor="text1" w:themeTint="D9"/>
                        </w:rPr>
                        <w:t>AVVERTENZE</w:t>
                      </w:r>
                    </w:p>
                    <w:p w14:paraId="357A3CCB" w14:textId="77777777" w:rsidR="00CB5A3A" w:rsidRPr="003A21A2" w:rsidRDefault="00CB5A3A" w:rsidP="00CB5A3A">
                      <w:pPr>
                        <w:widowControl w:val="0"/>
                        <w:spacing w:before="60" w:after="60" w:line="264" w:lineRule="auto"/>
                        <w:rPr>
                          <w:color w:val="262626" w:themeColor="text1" w:themeTint="D9"/>
                        </w:rPr>
                      </w:pPr>
                      <w:r w:rsidRPr="003A21A2">
                        <w:rPr>
                          <w:rFonts w:ascii="Calibri Light" w:hAnsi="Calibri Light"/>
                          <w:i/>
                          <w:iCs/>
                          <w:color w:val="262626" w:themeColor="text1" w:themeTint="D9"/>
                        </w:rPr>
                        <w:t>Le dichiarazioni contenute nella domanda non richiedono autenticazione della sottoscrizione da parte di pubblico ufficiale. La domanda può essere sottoscritta direttamente dal dichiarante e inviata al Consorzio unitamente a fotocopia di documento di identità senza ulteriori formalità.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16D7A" w:rsidRPr="00916D7A" w:rsidSect="00F65BB6">
      <w:headerReference w:type="default" r:id="rId9"/>
      <w:footerReference w:type="default" r:id="rId10"/>
      <w:footerReference w:type="first" r:id="rId11"/>
      <w:pgSz w:w="11906" w:h="16838"/>
      <w:pgMar w:top="1843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5826B" w14:textId="77777777" w:rsidR="00BF4CBB" w:rsidRDefault="00BF4CBB" w:rsidP="00EE3082">
      <w:pPr>
        <w:spacing w:after="0" w:line="240" w:lineRule="auto"/>
      </w:pPr>
      <w:r>
        <w:separator/>
      </w:r>
    </w:p>
  </w:endnote>
  <w:endnote w:type="continuationSeparator" w:id="0">
    <w:p w14:paraId="209684F9" w14:textId="77777777" w:rsidR="00BF4CBB" w:rsidRDefault="00BF4CBB" w:rsidP="00EE3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98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59"/>
    </w:tblGrid>
    <w:tr w:rsidR="001C36D4" w14:paraId="46B99864" w14:textId="77777777" w:rsidTr="001C36D4">
      <w:trPr>
        <w:trHeight w:val="633"/>
      </w:trPr>
      <w:tc>
        <w:tcPr>
          <w:tcW w:w="9846" w:type="dxa"/>
        </w:tcPr>
        <w:p w14:paraId="7ED4D9EF" w14:textId="77777777" w:rsidR="001C36D4" w:rsidRDefault="001C36D4" w:rsidP="001C36D4">
          <w:pPr>
            <w:pStyle w:val="Pidipagina"/>
            <w:ind w:left="-108"/>
            <w:jc w:val="right"/>
          </w:pPr>
          <w:r w:rsidRPr="001C36D4">
            <w:rPr>
              <w:noProof/>
              <w:lang w:eastAsia="it-IT"/>
            </w:rPr>
            <w:drawing>
              <wp:inline distT="0" distB="0" distL="0" distR="0" wp14:anchorId="3683439E" wp14:editId="64C5D458">
                <wp:extent cx="6191250" cy="314325"/>
                <wp:effectExtent l="0" t="0" r="0" b="9525"/>
                <wp:docPr id="1913635193" name="Immagine 19136351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91803D3" w14:textId="77777777" w:rsidR="003E7B77" w:rsidRDefault="003E7B77" w:rsidP="001C36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D56BA" w14:textId="5737C9D1" w:rsidR="009F6D17" w:rsidRPr="00323E95" w:rsidRDefault="009F6D17" w:rsidP="009F6D17">
    <w:pPr>
      <w:pStyle w:val="Pidipagina"/>
      <w:tabs>
        <w:tab w:val="left" w:pos="6658"/>
      </w:tabs>
      <w:jc w:val="center"/>
      <w:rPr>
        <w:color w:val="595959" w:themeColor="text1" w:themeTint="A6"/>
        <w:sz w:val="20"/>
      </w:rPr>
    </w:pPr>
    <w:r w:rsidRPr="00323E95">
      <w:rPr>
        <w:b/>
        <w:color w:val="595959" w:themeColor="text1" w:themeTint="A6"/>
        <w:sz w:val="20"/>
      </w:rPr>
      <w:t>Carnia Industrial Park</w:t>
    </w:r>
    <w:r w:rsidRPr="00323E95">
      <w:rPr>
        <w:color w:val="595959" w:themeColor="text1" w:themeTint="A6"/>
        <w:sz w:val="20"/>
      </w:rPr>
      <w:t xml:space="preserve"> | via Cesare Battisti n.5 – 33028 – Tolmezzo (UD)</w:t>
    </w:r>
    <w:sdt>
      <w:sdtPr>
        <w:rPr>
          <w:color w:val="595959" w:themeColor="text1" w:themeTint="A6"/>
          <w:sz w:val="20"/>
        </w:rPr>
        <w:alias w:val="Data pubblicazione"/>
        <w:tag w:val=""/>
        <w:id w:val="1594280814"/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lid w:val="it-IT"/>
          <w:storeMappedDataAs w:val="dateTime"/>
          <w:calendar w:val="gregorian"/>
        </w:date>
      </w:sdtPr>
      <w:sdtEndPr/>
      <w:sdtContent>
        <w:r w:rsidR="003A21A2" w:rsidRPr="00323E95">
          <w:rPr>
            <w:color w:val="595959" w:themeColor="text1" w:themeTint="A6"/>
            <w:sz w:val="20"/>
          </w:rPr>
          <w:t xml:space="preserve">     </w:t>
        </w:r>
      </w:sdtContent>
    </w:sdt>
  </w:p>
  <w:p w14:paraId="4904DE75" w14:textId="77777777" w:rsidR="003E7B77" w:rsidRPr="009F6D17" w:rsidRDefault="003E7B77" w:rsidP="009F6D17">
    <w:pPr>
      <w:pStyle w:val="Pidipagina"/>
      <w:tabs>
        <w:tab w:val="left" w:pos="6658"/>
      </w:tabs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E8D23" w14:textId="77777777" w:rsidR="00BF4CBB" w:rsidRDefault="00BF4CBB" w:rsidP="00EE3082">
      <w:pPr>
        <w:spacing w:after="0" w:line="240" w:lineRule="auto"/>
      </w:pPr>
      <w:r>
        <w:separator/>
      </w:r>
    </w:p>
  </w:footnote>
  <w:footnote w:type="continuationSeparator" w:id="0">
    <w:p w14:paraId="49A65882" w14:textId="77777777" w:rsidR="00BF4CBB" w:rsidRDefault="00BF4CBB" w:rsidP="00EE3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D14F7" w14:textId="77777777" w:rsidR="001C36D4" w:rsidRPr="003E7B77" w:rsidRDefault="001C36D4" w:rsidP="001C36D4">
    <w:pPr>
      <w:pStyle w:val="Pidipagina"/>
      <w:jc w:val="right"/>
      <w:rPr>
        <w:color w:val="595959" w:themeColor="text1" w:themeTint="A6"/>
        <w:sz w:val="20"/>
      </w:rPr>
    </w:pPr>
  </w:p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992"/>
    </w:tblGrid>
    <w:tr w:rsidR="00BC7226" w14:paraId="72DE682B" w14:textId="77777777" w:rsidTr="00916D7A">
      <w:sdt>
        <w:sdtPr>
          <w:rPr>
            <w:i/>
            <w:color w:val="595959" w:themeColor="text1" w:themeTint="A6"/>
            <w:sz w:val="20"/>
          </w:rPr>
          <w:alias w:val="Titolo"/>
          <w:tag w:val=""/>
          <w:id w:val="-1023314413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8647" w:type="dxa"/>
            </w:tcPr>
            <w:p w14:paraId="2B89F750" w14:textId="6AFC5141" w:rsidR="00BC7226" w:rsidRPr="00323E95" w:rsidRDefault="00195B98" w:rsidP="00BC7226">
              <w:pPr>
                <w:pStyle w:val="Intestazione"/>
                <w:tabs>
                  <w:tab w:val="clear" w:pos="4819"/>
                  <w:tab w:val="center" w:pos="8715"/>
                </w:tabs>
                <w:rPr>
                  <w:i/>
                  <w:color w:val="595959" w:themeColor="text1" w:themeTint="A6"/>
                  <w:sz w:val="20"/>
                </w:rPr>
              </w:pPr>
              <w:r w:rsidRPr="00323E95">
                <w:rPr>
                  <w:i/>
                  <w:color w:val="595959" w:themeColor="text1" w:themeTint="A6"/>
                  <w:sz w:val="20"/>
                </w:rPr>
                <w:t xml:space="preserve">ALLEGATO 2 </w:t>
              </w:r>
              <w:r w:rsidR="00DA3B11" w:rsidRPr="00323E95">
                <w:rPr>
                  <w:i/>
                  <w:color w:val="595959" w:themeColor="text1" w:themeTint="A6"/>
                  <w:sz w:val="20"/>
                </w:rPr>
                <w:t>–</w:t>
              </w:r>
              <w:r w:rsidRPr="00323E95">
                <w:rPr>
                  <w:i/>
                  <w:color w:val="595959" w:themeColor="text1" w:themeTint="A6"/>
                  <w:sz w:val="20"/>
                </w:rPr>
                <w:t xml:space="preserve"> </w:t>
              </w:r>
              <w:r w:rsidR="00DA3B11" w:rsidRPr="00323E95">
                <w:rPr>
                  <w:i/>
                  <w:color w:val="595959" w:themeColor="text1" w:themeTint="A6"/>
                  <w:sz w:val="20"/>
                </w:rPr>
                <w:t>Dichiarazione dei titoli di merito</w:t>
              </w:r>
            </w:p>
          </w:tc>
        </w:sdtContent>
      </w:sdt>
      <w:tc>
        <w:tcPr>
          <w:tcW w:w="992" w:type="dxa"/>
        </w:tcPr>
        <w:p w14:paraId="66E178A6" w14:textId="77777777" w:rsidR="00BC7226" w:rsidRPr="00323E95" w:rsidRDefault="00BC7226" w:rsidP="00BC7226">
          <w:pPr>
            <w:pStyle w:val="Pidipagina"/>
            <w:jc w:val="right"/>
            <w:rPr>
              <w:color w:val="595959" w:themeColor="text1" w:themeTint="A6"/>
              <w:sz w:val="20"/>
            </w:rPr>
          </w:pPr>
          <w:r w:rsidRPr="00323E95">
            <w:rPr>
              <w:color w:val="595959" w:themeColor="text1" w:themeTint="A6"/>
              <w:sz w:val="20"/>
            </w:rPr>
            <w:fldChar w:fldCharType="begin"/>
          </w:r>
          <w:r w:rsidRPr="00323E95">
            <w:rPr>
              <w:color w:val="595959" w:themeColor="text1" w:themeTint="A6"/>
              <w:sz w:val="20"/>
            </w:rPr>
            <w:instrText xml:space="preserve"> PAGE  \* Arabic \* Arabic \* MERGEFORMAT </w:instrText>
          </w:r>
          <w:r w:rsidRPr="00323E95">
            <w:rPr>
              <w:color w:val="595959" w:themeColor="text1" w:themeTint="A6"/>
              <w:sz w:val="20"/>
            </w:rPr>
            <w:fldChar w:fldCharType="separate"/>
          </w:r>
          <w:r w:rsidR="002D1AB7" w:rsidRPr="00323E95">
            <w:rPr>
              <w:noProof/>
              <w:color w:val="595959" w:themeColor="text1" w:themeTint="A6"/>
              <w:sz w:val="20"/>
            </w:rPr>
            <w:t>4</w:t>
          </w:r>
          <w:r w:rsidRPr="00323E95">
            <w:rPr>
              <w:color w:val="595959" w:themeColor="text1" w:themeTint="A6"/>
              <w:sz w:val="20"/>
            </w:rPr>
            <w:fldChar w:fldCharType="end"/>
          </w:r>
          <w:r w:rsidRPr="00323E95">
            <w:rPr>
              <w:color w:val="595959" w:themeColor="text1" w:themeTint="A6"/>
              <w:sz w:val="20"/>
            </w:rPr>
            <w:t xml:space="preserve"> / </w:t>
          </w:r>
          <w:r w:rsidRPr="00323E95">
            <w:rPr>
              <w:color w:val="595959" w:themeColor="text1" w:themeTint="A6"/>
              <w:sz w:val="20"/>
            </w:rPr>
            <w:fldChar w:fldCharType="begin"/>
          </w:r>
          <w:r w:rsidRPr="00323E95">
            <w:rPr>
              <w:color w:val="595959" w:themeColor="text1" w:themeTint="A6"/>
              <w:sz w:val="20"/>
            </w:rPr>
            <w:instrText xml:space="preserve"> NUMPAGES  \* Arabic  \* MERGEFORMAT </w:instrText>
          </w:r>
          <w:r w:rsidRPr="00323E95">
            <w:rPr>
              <w:color w:val="595959" w:themeColor="text1" w:themeTint="A6"/>
              <w:sz w:val="20"/>
            </w:rPr>
            <w:fldChar w:fldCharType="separate"/>
          </w:r>
          <w:r w:rsidR="002D1AB7" w:rsidRPr="00323E95">
            <w:rPr>
              <w:noProof/>
              <w:color w:val="595959" w:themeColor="text1" w:themeTint="A6"/>
              <w:sz w:val="20"/>
            </w:rPr>
            <w:t>4</w:t>
          </w:r>
          <w:r w:rsidRPr="00323E95">
            <w:rPr>
              <w:color w:val="595959" w:themeColor="text1" w:themeTint="A6"/>
              <w:sz w:val="20"/>
            </w:rPr>
            <w:fldChar w:fldCharType="end"/>
          </w:r>
        </w:p>
      </w:tc>
    </w:tr>
  </w:tbl>
  <w:p w14:paraId="594F4117" w14:textId="77777777" w:rsidR="003E7B77" w:rsidRPr="003E7B77" w:rsidRDefault="003E7B77" w:rsidP="003E7B77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493D6D" wp14:editId="55C660FA">
              <wp:simplePos x="0" y="0"/>
              <wp:positionH relativeFrom="column">
                <wp:posOffset>-6985</wp:posOffset>
              </wp:positionH>
              <wp:positionV relativeFrom="paragraph">
                <wp:posOffset>168085</wp:posOffset>
              </wp:positionV>
              <wp:extent cx="6127668" cy="0"/>
              <wp:effectExtent l="0" t="0" r="26035" b="19050"/>
              <wp:wrapNone/>
              <wp:docPr id="2" name="Connettore 1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7668" cy="0"/>
                      </a:xfrm>
                      <a:prstGeom prst="line">
                        <a:avLst/>
                      </a:prstGeom>
                      <a:ln>
                        <a:solidFill>
                          <a:srgbClr val="E1131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801ACB" id="Connettore 1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13.25pt" to="481.9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" strokecolor="#e11316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C40BF"/>
    <w:multiLevelType w:val="hybridMultilevel"/>
    <w:tmpl w:val="1ED2BB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111A0"/>
    <w:multiLevelType w:val="hybridMultilevel"/>
    <w:tmpl w:val="4658FC20"/>
    <w:lvl w:ilvl="0" w:tplc="241A79F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5628D3F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FDE25654">
      <w:start w:val="4"/>
      <w:numFmt w:val="bullet"/>
      <w:lvlText w:val="•"/>
      <w:lvlJc w:val="left"/>
      <w:pPr>
        <w:ind w:left="2685" w:hanging="705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06806"/>
    <w:multiLevelType w:val="hybridMultilevel"/>
    <w:tmpl w:val="4C7E02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404A8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F2FF3"/>
    <w:multiLevelType w:val="hybridMultilevel"/>
    <w:tmpl w:val="5562E698"/>
    <w:lvl w:ilvl="0" w:tplc="395E35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D2D46"/>
    <w:multiLevelType w:val="hybridMultilevel"/>
    <w:tmpl w:val="80608518"/>
    <w:lvl w:ilvl="0" w:tplc="49A6EBAA">
      <w:numFmt w:val="bullet"/>
      <w:lvlText w:val="-"/>
      <w:lvlJc w:val="left"/>
      <w:pPr>
        <w:ind w:left="421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75" w:hanging="360"/>
      </w:pPr>
      <w:rPr>
        <w:rFonts w:ascii="Wingdings" w:hAnsi="Wingdings" w:hint="default"/>
      </w:rPr>
    </w:lvl>
  </w:abstractNum>
  <w:abstractNum w:abstractNumId="5" w15:restartNumberingAfterBreak="0">
    <w:nsid w:val="2DC34A33"/>
    <w:multiLevelType w:val="hybridMultilevel"/>
    <w:tmpl w:val="398AB9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900FA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57605"/>
    <w:multiLevelType w:val="hybridMultilevel"/>
    <w:tmpl w:val="17821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A67F4"/>
    <w:multiLevelType w:val="hybridMultilevel"/>
    <w:tmpl w:val="A96625B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F66245"/>
    <w:multiLevelType w:val="hybridMultilevel"/>
    <w:tmpl w:val="54DCDD94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9" w:tentative="1">
      <w:start w:val="1"/>
      <w:numFmt w:val="lowerLetter"/>
      <w:lvlText w:val="%2."/>
      <w:lvlJc w:val="left"/>
      <w:pPr>
        <w:ind w:left="1439" w:hanging="360"/>
      </w:pPr>
    </w:lvl>
    <w:lvl w:ilvl="2" w:tplc="0410001B" w:tentative="1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9" w15:restartNumberingAfterBreak="0">
    <w:nsid w:val="43F24D3B"/>
    <w:multiLevelType w:val="hybridMultilevel"/>
    <w:tmpl w:val="1FB49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111D82"/>
    <w:multiLevelType w:val="hybridMultilevel"/>
    <w:tmpl w:val="427A97EA"/>
    <w:lvl w:ilvl="0" w:tplc="2F82EBEC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="Arial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2F15A9"/>
    <w:multiLevelType w:val="hybridMultilevel"/>
    <w:tmpl w:val="E6E473C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E6C85"/>
    <w:multiLevelType w:val="hybridMultilevel"/>
    <w:tmpl w:val="20802F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0314A2"/>
    <w:multiLevelType w:val="hybridMultilevel"/>
    <w:tmpl w:val="897CEEA8"/>
    <w:lvl w:ilvl="0" w:tplc="5E7A09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B79E5"/>
    <w:multiLevelType w:val="hybridMultilevel"/>
    <w:tmpl w:val="560EE4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71C0E"/>
    <w:multiLevelType w:val="hybridMultilevel"/>
    <w:tmpl w:val="9B9E90CC"/>
    <w:lvl w:ilvl="0" w:tplc="395E35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B878FE"/>
    <w:multiLevelType w:val="hybridMultilevel"/>
    <w:tmpl w:val="E28A6120"/>
    <w:lvl w:ilvl="0" w:tplc="52FE55B2">
      <w:numFmt w:val="bullet"/>
      <w:lvlText w:val="-"/>
      <w:lvlJc w:val="left"/>
      <w:pPr>
        <w:ind w:left="421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75" w:hanging="360"/>
      </w:pPr>
      <w:rPr>
        <w:rFonts w:ascii="Wingdings" w:hAnsi="Wingdings" w:hint="default"/>
      </w:rPr>
    </w:lvl>
  </w:abstractNum>
  <w:abstractNum w:abstractNumId="17" w15:restartNumberingAfterBreak="0">
    <w:nsid w:val="5FDC4534"/>
    <w:multiLevelType w:val="hybridMultilevel"/>
    <w:tmpl w:val="4CB645E2"/>
    <w:lvl w:ilvl="0" w:tplc="5F5E36A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627B1"/>
    <w:multiLevelType w:val="hybridMultilevel"/>
    <w:tmpl w:val="FFEC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D6943A">
      <w:start w:val="3"/>
      <w:numFmt w:val="bullet"/>
      <w:lvlText w:val="−"/>
      <w:lvlJc w:val="left"/>
      <w:pPr>
        <w:ind w:left="1440" w:hanging="360"/>
      </w:pPr>
      <w:rPr>
        <w:rFonts w:ascii="Calibri Light" w:eastAsiaTheme="minorHAnsi" w:hAnsi="Calibri Light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DA5AC4"/>
    <w:multiLevelType w:val="hybridMultilevel"/>
    <w:tmpl w:val="9EEC2ADE"/>
    <w:lvl w:ilvl="0" w:tplc="5E7A094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541CA9"/>
    <w:multiLevelType w:val="hybridMultilevel"/>
    <w:tmpl w:val="74C28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B31B81"/>
    <w:multiLevelType w:val="hybridMultilevel"/>
    <w:tmpl w:val="BE487B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82962"/>
    <w:multiLevelType w:val="hybridMultilevel"/>
    <w:tmpl w:val="79AC2A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23450"/>
    <w:multiLevelType w:val="hybridMultilevel"/>
    <w:tmpl w:val="41C69E0C"/>
    <w:lvl w:ilvl="0" w:tplc="438EFD7C">
      <w:start w:val="1"/>
      <w:numFmt w:val="lowerLetter"/>
      <w:lvlText w:val="%1)"/>
      <w:lvlJc w:val="left"/>
      <w:pPr>
        <w:ind w:left="35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9" w:hanging="360"/>
      </w:pPr>
    </w:lvl>
    <w:lvl w:ilvl="2" w:tplc="0410001B" w:tentative="1">
      <w:start w:val="1"/>
      <w:numFmt w:val="lowerRoman"/>
      <w:lvlText w:val="%3."/>
      <w:lvlJc w:val="right"/>
      <w:pPr>
        <w:ind w:left="1799" w:hanging="180"/>
      </w:pPr>
    </w:lvl>
    <w:lvl w:ilvl="3" w:tplc="0410000F" w:tentative="1">
      <w:start w:val="1"/>
      <w:numFmt w:val="decimal"/>
      <w:lvlText w:val="%4."/>
      <w:lvlJc w:val="left"/>
      <w:pPr>
        <w:ind w:left="2519" w:hanging="360"/>
      </w:pPr>
    </w:lvl>
    <w:lvl w:ilvl="4" w:tplc="04100019" w:tentative="1">
      <w:start w:val="1"/>
      <w:numFmt w:val="lowerLetter"/>
      <w:lvlText w:val="%5."/>
      <w:lvlJc w:val="left"/>
      <w:pPr>
        <w:ind w:left="3239" w:hanging="360"/>
      </w:pPr>
    </w:lvl>
    <w:lvl w:ilvl="5" w:tplc="0410001B" w:tentative="1">
      <w:start w:val="1"/>
      <w:numFmt w:val="lowerRoman"/>
      <w:lvlText w:val="%6."/>
      <w:lvlJc w:val="right"/>
      <w:pPr>
        <w:ind w:left="3959" w:hanging="180"/>
      </w:pPr>
    </w:lvl>
    <w:lvl w:ilvl="6" w:tplc="0410000F" w:tentative="1">
      <w:start w:val="1"/>
      <w:numFmt w:val="decimal"/>
      <w:lvlText w:val="%7."/>
      <w:lvlJc w:val="left"/>
      <w:pPr>
        <w:ind w:left="4679" w:hanging="360"/>
      </w:pPr>
    </w:lvl>
    <w:lvl w:ilvl="7" w:tplc="04100019" w:tentative="1">
      <w:start w:val="1"/>
      <w:numFmt w:val="lowerLetter"/>
      <w:lvlText w:val="%8."/>
      <w:lvlJc w:val="left"/>
      <w:pPr>
        <w:ind w:left="5399" w:hanging="360"/>
      </w:pPr>
    </w:lvl>
    <w:lvl w:ilvl="8" w:tplc="0410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4" w15:restartNumberingAfterBreak="0">
    <w:nsid w:val="765C79D7"/>
    <w:multiLevelType w:val="hybridMultilevel"/>
    <w:tmpl w:val="05F277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7E524C"/>
    <w:multiLevelType w:val="hybridMultilevel"/>
    <w:tmpl w:val="E84C5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952008">
    <w:abstractNumId w:val="16"/>
  </w:num>
  <w:num w:numId="2" w16cid:durableId="396366663">
    <w:abstractNumId w:val="4"/>
  </w:num>
  <w:num w:numId="3" w16cid:durableId="1438671784">
    <w:abstractNumId w:val="15"/>
  </w:num>
  <w:num w:numId="4" w16cid:durableId="388503192">
    <w:abstractNumId w:val="23"/>
  </w:num>
  <w:num w:numId="5" w16cid:durableId="1565606295">
    <w:abstractNumId w:val="22"/>
  </w:num>
  <w:num w:numId="6" w16cid:durableId="1314023570">
    <w:abstractNumId w:val="2"/>
  </w:num>
  <w:num w:numId="7" w16cid:durableId="2057309878">
    <w:abstractNumId w:val="8"/>
  </w:num>
  <w:num w:numId="8" w16cid:durableId="587927653">
    <w:abstractNumId w:val="10"/>
  </w:num>
  <w:num w:numId="9" w16cid:durableId="1632787817">
    <w:abstractNumId w:val="17"/>
  </w:num>
  <w:num w:numId="10" w16cid:durableId="2026248048">
    <w:abstractNumId w:val="0"/>
  </w:num>
  <w:num w:numId="11" w16cid:durableId="276565734">
    <w:abstractNumId w:val="7"/>
  </w:num>
  <w:num w:numId="12" w16cid:durableId="63383443">
    <w:abstractNumId w:val="19"/>
  </w:num>
  <w:num w:numId="13" w16cid:durableId="627245732">
    <w:abstractNumId w:val="18"/>
  </w:num>
  <w:num w:numId="14" w16cid:durableId="1835951630">
    <w:abstractNumId w:val="13"/>
  </w:num>
  <w:num w:numId="15" w16cid:durableId="2022537734">
    <w:abstractNumId w:val="24"/>
  </w:num>
  <w:num w:numId="16" w16cid:durableId="1243754434">
    <w:abstractNumId w:val="9"/>
  </w:num>
  <w:num w:numId="17" w16cid:durableId="261960099">
    <w:abstractNumId w:val="14"/>
  </w:num>
  <w:num w:numId="18" w16cid:durableId="1259944241">
    <w:abstractNumId w:val="12"/>
  </w:num>
  <w:num w:numId="19" w16cid:durableId="716203974">
    <w:abstractNumId w:val="25"/>
  </w:num>
  <w:num w:numId="20" w16cid:durableId="359823662">
    <w:abstractNumId w:val="1"/>
  </w:num>
  <w:num w:numId="21" w16cid:durableId="171142523">
    <w:abstractNumId w:val="5"/>
  </w:num>
  <w:num w:numId="22" w16cid:durableId="916015497">
    <w:abstractNumId w:val="21"/>
  </w:num>
  <w:num w:numId="23" w16cid:durableId="1810703994">
    <w:abstractNumId w:val="11"/>
  </w:num>
  <w:num w:numId="24" w16cid:durableId="492180875">
    <w:abstractNumId w:val="6"/>
  </w:num>
  <w:num w:numId="25" w16cid:durableId="925190686">
    <w:abstractNumId w:val="3"/>
  </w:num>
  <w:num w:numId="26" w16cid:durableId="175049751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6E5"/>
    <w:rsid w:val="00015D2F"/>
    <w:rsid w:val="000833C4"/>
    <w:rsid w:val="000A30B1"/>
    <w:rsid w:val="000C337A"/>
    <w:rsid w:val="000C69DF"/>
    <w:rsid w:val="000F4970"/>
    <w:rsid w:val="000F70A3"/>
    <w:rsid w:val="001665C4"/>
    <w:rsid w:val="001744EF"/>
    <w:rsid w:val="00193F47"/>
    <w:rsid w:val="00195B98"/>
    <w:rsid w:val="001A4EB7"/>
    <w:rsid w:val="001B1104"/>
    <w:rsid w:val="001C36D4"/>
    <w:rsid w:val="001E54B0"/>
    <w:rsid w:val="00293C0D"/>
    <w:rsid w:val="002B0393"/>
    <w:rsid w:val="002D1AB7"/>
    <w:rsid w:val="002D2852"/>
    <w:rsid w:val="002E55A9"/>
    <w:rsid w:val="002F33F0"/>
    <w:rsid w:val="00323E95"/>
    <w:rsid w:val="00325D73"/>
    <w:rsid w:val="00342EC4"/>
    <w:rsid w:val="003622E4"/>
    <w:rsid w:val="00380916"/>
    <w:rsid w:val="0039716B"/>
    <w:rsid w:val="003A21A2"/>
    <w:rsid w:val="003A47E1"/>
    <w:rsid w:val="003B6CFD"/>
    <w:rsid w:val="003E7B77"/>
    <w:rsid w:val="004516D9"/>
    <w:rsid w:val="004A0972"/>
    <w:rsid w:val="004A3D31"/>
    <w:rsid w:val="004B0A7E"/>
    <w:rsid w:val="004B2D1D"/>
    <w:rsid w:val="004C404B"/>
    <w:rsid w:val="004D5708"/>
    <w:rsid w:val="00524C1D"/>
    <w:rsid w:val="005279AC"/>
    <w:rsid w:val="00556C7C"/>
    <w:rsid w:val="005A3993"/>
    <w:rsid w:val="00646CDE"/>
    <w:rsid w:val="006974AB"/>
    <w:rsid w:val="006F1F0D"/>
    <w:rsid w:val="007560A1"/>
    <w:rsid w:val="00772D84"/>
    <w:rsid w:val="00793CF8"/>
    <w:rsid w:val="007A65AB"/>
    <w:rsid w:val="007B3D37"/>
    <w:rsid w:val="007E0C38"/>
    <w:rsid w:val="00804987"/>
    <w:rsid w:val="00831462"/>
    <w:rsid w:val="00861126"/>
    <w:rsid w:val="008D1CB8"/>
    <w:rsid w:val="009025AB"/>
    <w:rsid w:val="00914564"/>
    <w:rsid w:val="00916D7A"/>
    <w:rsid w:val="00957D63"/>
    <w:rsid w:val="00963484"/>
    <w:rsid w:val="009762FB"/>
    <w:rsid w:val="00994BAD"/>
    <w:rsid w:val="009F6D17"/>
    <w:rsid w:val="00A016BE"/>
    <w:rsid w:val="00A4385A"/>
    <w:rsid w:val="00AB5215"/>
    <w:rsid w:val="00B4283E"/>
    <w:rsid w:val="00B5345B"/>
    <w:rsid w:val="00B95882"/>
    <w:rsid w:val="00BB5E30"/>
    <w:rsid w:val="00BC7226"/>
    <w:rsid w:val="00BE5CD5"/>
    <w:rsid w:val="00BF4CBB"/>
    <w:rsid w:val="00C06F8F"/>
    <w:rsid w:val="00C33CDD"/>
    <w:rsid w:val="00C44607"/>
    <w:rsid w:val="00C552AD"/>
    <w:rsid w:val="00C8361F"/>
    <w:rsid w:val="00CB5A3A"/>
    <w:rsid w:val="00CC1E16"/>
    <w:rsid w:val="00CD6448"/>
    <w:rsid w:val="00CE1B49"/>
    <w:rsid w:val="00D15F9C"/>
    <w:rsid w:val="00D2404A"/>
    <w:rsid w:val="00D36A9F"/>
    <w:rsid w:val="00D836E5"/>
    <w:rsid w:val="00DA3B11"/>
    <w:rsid w:val="00DC7FB8"/>
    <w:rsid w:val="00DD5584"/>
    <w:rsid w:val="00DF4D2B"/>
    <w:rsid w:val="00E109C1"/>
    <w:rsid w:val="00E2168C"/>
    <w:rsid w:val="00E454D9"/>
    <w:rsid w:val="00EA0127"/>
    <w:rsid w:val="00EA2D33"/>
    <w:rsid w:val="00EE3082"/>
    <w:rsid w:val="00EE3FA4"/>
    <w:rsid w:val="00F04586"/>
    <w:rsid w:val="00F44612"/>
    <w:rsid w:val="00F65BB6"/>
    <w:rsid w:val="00F8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4D8379"/>
  <w15:chartTrackingRefBased/>
  <w15:docId w15:val="{5400F3A4-1DE9-46C9-85C5-E474AE33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62FB"/>
    <w:pPr>
      <w:spacing w:after="120" w:line="360" w:lineRule="auto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DD5584"/>
    <w:pPr>
      <w:keepNext/>
      <w:keepLines/>
      <w:spacing w:before="120" w:after="240" w:line="240" w:lineRule="auto"/>
      <w:jc w:val="left"/>
      <w:outlineLvl w:val="0"/>
    </w:pPr>
    <w:rPr>
      <w:rFonts w:ascii="Georgia" w:eastAsiaTheme="majorEastAsia" w:hAnsi="Georgia" w:cstheme="majorBidi"/>
      <w:color w:val="E11316"/>
      <w:sz w:val="48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762FB"/>
    <w:pPr>
      <w:keepNext/>
      <w:keepLines/>
      <w:spacing w:after="360" w:line="240" w:lineRule="auto"/>
      <w:outlineLvl w:val="1"/>
    </w:pPr>
    <w:rPr>
      <w:rFonts w:asciiTheme="majorHAnsi" w:eastAsiaTheme="majorEastAsia" w:hAnsiTheme="majorHAnsi" w:cstheme="majorBidi"/>
      <w:color w:val="595959" w:themeColor="text1" w:themeTint="A6"/>
      <w:sz w:val="32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93CF8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EE3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082"/>
  </w:style>
  <w:style w:type="paragraph" w:styleId="Pidipagina">
    <w:name w:val="footer"/>
    <w:basedOn w:val="Normale"/>
    <w:link w:val="PidipaginaCarattere"/>
    <w:uiPriority w:val="99"/>
    <w:unhideWhenUsed/>
    <w:rsid w:val="00EE3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082"/>
  </w:style>
  <w:style w:type="paragraph" w:styleId="NormaleWeb">
    <w:name w:val="Normal (Web)"/>
    <w:basedOn w:val="Normale"/>
    <w:uiPriority w:val="99"/>
    <w:semiHidden/>
    <w:unhideWhenUsed/>
    <w:rsid w:val="00963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D5584"/>
    <w:rPr>
      <w:rFonts w:ascii="Georgia" w:eastAsiaTheme="majorEastAsia" w:hAnsi="Georgia" w:cstheme="majorBidi"/>
      <w:color w:val="E11316"/>
      <w:sz w:val="4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762FB"/>
    <w:rPr>
      <w:rFonts w:asciiTheme="majorHAnsi" w:eastAsiaTheme="majorEastAsia" w:hAnsiTheme="majorHAnsi" w:cstheme="majorBidi"/>
      <w:color w:val="595959" w:themeColor="text1" w:themeTint="A6"/>
      <w:sz w:val="32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62FB"/>
    <w:pPr>
      <w:spacing w:after="0" w:line="240" w:lineRule="auto"/>
      <w:contextualSpacing/>
      <w:jc w:val="right"/>
    </w:pPr>
    <w:rPr>
      <w:rFonts w:ascii="Georgia" w:eastAsiaTheme="majorEastAsia" w:hAnsi="Georgia" w:cstheme="majorBidi"/>
      <w:color w:val="51453F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762FB"/>
    <w:rPr>
      <w:rFonts w:ascii="Georgia" w:eastAsiaTheme="majorEastAsia" w:hAnsi="Georgia" w:cstheme="majorBidi"/>
      <w:color w:val="51453F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762FB"/>
    <w:pPr>
      <w:numPr>
        <w:ilvl w:val="1"/>
      </w:numPr>
      <w:spacing w:after="0" w:line="240" w:lineRule="auto"/>
      <w:jc w:val="right"/>
    </w:pPr>
    <w:rPr>
      <w:rFonts w:eastAsiaTheme="minorEastAsia"/>
      <w:color w:val="5A5A5A" w:themeColor="text1" w:themeTint="A5"/>
      <w:sz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762FB"/>
    <w:rPr>
      <w:rFonts w:eastAsiaTheme="minorEastAsia"/>
      <w:color w:val="5A5A5A" w:themeColor="text1" w:themeTint="A5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4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404A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1C3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16D7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6D7A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3A4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1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sa\Desktop\immagine%20coordinata\TEMPLATE%202019-2020\201910-template-carniaindustrialpar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36FE9EFF6D40D293E428323157A5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956156-8A7A-44DC-875B-3E7C83624158}"/>
      </w:docPartPr>
      <w:docPartBody>
        <w:p w:rsidR="003F72A0" w:rsidRDefault="003F72A0" w:rsidP="003F72A0">
          <w:pPr>
            <w:pStyle w:val="9F36FE9EFF6D40D293E428323157A59A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599CC4D216EF40FD98E0DEF499A89E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41F046-7B75-4D6F-8BD1-7C6AE0E7B375}"/>
      </w:docPartPr>
      <w:docPartBody>
        <w:p w:rsidR="003F72A0" w:rsidRDefault="003F72A0" w:rsidP="003F72A0">
          <w:pPr>
            <w:pStyle w:val="599CC4D216EF40FD98E0DEF499A89E5D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3EED83FE73D54058899CB6604DC1FF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84A352-7110-49A6-9218-770E0DA591DC}"/>
      </w:docPartPr>
      <w:docPartBody>
        <w:p w:rsidR="003F72A0" w:rsidRDefault="003F72A0" w:rsidP="003F72A0">
          <w:pPr>
            <w:pStyle w:val="3EED83FE73D54058899CB6604DC1FF9F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26E1864B1A67432CB9E3BF9783337D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8E0422-B55E-4CB5-8196-43112BC72916}"/>
      </w:docPartPr>
      <w:docPartBody>
        <w:p w:rsidR="003F72A0" w:rsidRDefault="003F72A0" w:rsidP="003F72A0">
          <w:pPr>
            <w:pStyle w:val="26E1864B1A67432CB9E3BF9783337D44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E810218898B048AD862B8569EEBC60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3F5710-5277-4E89-B329-9B88205BDA4F}"/>
      </w:docPartPr>
      <w:docPartBody>
        <w:p w:rsidR="003F72A0" w:rsidRDefault="003F72A0" w:rsidP="003F72A0">
          <w:pPr>
            <w:pStyle w:val="E810218898B048AD862B8569EEBC605D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4DC978114A0A4A54AD6C16C1736A74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FEBA56-C4EB-43E0-A1F6-A42E412EF7FC}"/>
      </w:docPartPr>
      <w:docPartBody>
        <w:p w:rsidR="003F72A0" w:rsidRDefault="003F72A0" w:rsidP="003F72A0">
          <w:pPr>
            <w:pStyle w:val="4DC978114A0A4A54AD6C16C1736A74E6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A7C18430C84748C6A5CBA87CA9D997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22A84C-35D1-426A-95C2-1C2ACBDFBE64}"/>
      </w:docPartPr>
      <w:docPartBody>
        <w:p w:rsidR="003F72A0" w:rsidRDefault="003F72A0" w:rsidP="003F72A0">
          <w:pPr>
            <w:pStyle w:val="A7C18430C84748C6A5CBA87CA9D997C5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C2363D906AED43129FCC12FC81CE10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391E58-57B9-4C70-98B2-D7068DABB010}"/>
      </w:docPartPr>
      <w:docPartBody>
        <w:p w:rsidR="003F72A0" w:rsidRDefault="003F72A0" w:rsidP="003F72A0">
          <w:pPr>
            <w:pStyle w:val="C2363D906AED43129FCC12FC81CE1097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2B1ACD5857D44E5FA1D760D9C2A2D0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433EAF-2A5B-42FB-9673-57ADD294212D}"/>
      </w:docPartPr>
      <w:docPartBody>
        <w:p w:rsidR="003F72A0" w:rsidRDefault="003F72A0" w:rsidP="003F72A0">
          <w:pPr>
            <w:pStyle w:val="2B1ACD5857D44E5FA1D760D9C2A2D0D9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7813279BD3D24EA7BD55381FA62867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B88B39-524C-46BA-B144-1B878A90E3B9}"/>
      </w:docPartPr>
      <w:docPartBody>
        <w:p w:rsidR="003F72A0" w:rsidRDefault="003F72A0" w:rsidP="003F72A0">
          <w:pPr>
            <w:pStyle w:val="7813279BD3D24EA7BD55381FA628678E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9AE135F04047466AAD487FE5C2FEE9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5A58F5-1CB4-400C-8F5B-765D13687181}"/>
      </w:docPartPr>
      <w:docPartBody>
        <w:p w:rsidR="003F72A0" w:rsidRDefault="003F72A0" w:rsidP="003F72A0">
          <w:pPr>
            <w:pStyle w:val="9AE135F04047466AAD487FE5C2FEE97F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1A9FBEAFE1EB4149A408073AD13C39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D5CCF9-4AD0-4282-9F01-5F60E4DEF5C2}"/>
      </w:docPartPr>
      <w:docPartBody>
        <w:p w:rsidR="003F72A0" w:rsidRDefault="003F72A0" w:rsidP="003F72A0">
          <w:pPr>
            <w:pStyle w:val="1A9FBEAFE1EB4149A408073AD13C3986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2C80CBC8FB36473699A27CDED0D03F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7B8585-279A-488F-8280-146507CE9EBD}"/>
      </w:docPartPr>
      <w:docPartBody>
        <w:p w:rsidR="003F72A0" w:rsidRDefault="003F72A0" w:rsidP="003F72A0">
          <w:pPr>
            <w:pStyle w:val="2C80CBC8FB36473699A27CDED0D03FBC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7F1F2FE92BC84E43AFF121F4D900C1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EFAD40-82E4-438D-BCB2-39A6FA7D8353}"/>
      </w:docPartPr>
      <w:docPartBody>
        <w:p w:rsidR="003F72A0" w:rsidRDefault="003F72A0" w:rsidP="003F72A0">
          <w:pPr>
            <w:pStyle w:val="7F1F2FE92BC84E43AFF121F4D900C169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C00266286AD5489F913A8BE5729E59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FFBDCC-E9BF-49C5-95E6-44566542CD55}"/>
      </w:docPartPr>
      <w:docPartBody>
        <w:p w:rsidR="003F72A0" w:rsidRDefault="003F72A0" w:rsidP="003F72A0">
          <w:pPr>
            <w:pStyle w:val="C00266286AD5489F913A8BE5729E593E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5DA7EEF8F9A84564A7B5450DCB547F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34C274-3096-4151-ACF8-8ADF634D56F5}"/>
      </w:docPartPr>
      <w:docPartBody>
        <w:p w:rsidR="003F72A0" w:rsidRDefault="003F72A0" w:rsidP="003F72A0">
          <w:pPr>
            <w:pStyle w:val="5DA7EEF8F9A84564A7B5450DCB547F99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41D8DE7846BF43198647D262A365ED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CA3D66-0100-4B62-AA14-EFF20B32C03C}"/>
      </w:docPartPr>
      <w:docPartBody>
        <w:p w:rsidR="003F72A0" w:rsidRDefault="003F72A0" w:rsidP="003F72A0">
          <w:pPr>
            <w:pStyle w:val="41D8DE7846BF43198647D262A365EDDE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1BEA1CD990024B50B81BCD4955F54E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11B6A2-F08B-4283-8076-ACBFBE846E20}"/>
      </w:docPartPr>
      <w:docPartBody>
        <w:p w:rsidR="003F72A0" w:rsidRDefault="003F72A0" w:rsidP="003F72A0">
          <w:pPr>
            <w:pStyle w:val="1BEA1CD990024B50B81BCD4955F54EB7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F0C86079B5FB4D5FB00EAC66C8898B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5D2B75-253A-4013-9BF3-F835F20390D5}"/>
      </w:docPartPr>
      <w:docPartBody>
        <w:p w:rsidR="003F72A0" w:rsidRDefault="003F72A0" w:rsidP="003F72A0">
          <w:pPr>
            <w:pStyle w:val="F0C86079B5FB4D5FB00EAC66C8898B4F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CDEE02460CEB444BBE279D489AA52F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225388-A315-44DD-857D-4915428B8A4D}"/>
      </w:docPartPr>
      <w:docPartBody>
        <w:p w:rsidR="003F72A0" w:rsidRDefault="003F72A0" w:rsidP="003F72A0">
          <w:pPr>
            <w:pStyle w:val="CDEE02460CEB444BBE279D489AA52FF3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AE5D1DB80B324109B45126F141F775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C520D3-04D3-4880-853D-AFE4C56B062C}"/>
      </w:docPartPr>
      <w:docPartBody>
        <w:p w:rsidR="003F72A0" w:rsidRDefault="003F72A0" w:rsidP="003F72A0">
          <w:pPr>
            <w:pStyle w:val="AE5D1DB80B324109B45126F141F775A7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A8F32E4B396C4331909E8A4499B2DF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135CFE-7A65-435A-B33C-EB9801BBF549}"/>
      </w:docPartPr>
      <w:docPartBody>
        <w:p w:rsidR="003F72A0" w:rsidRDefault="003F72A0" w:rsidP="003F72A0">
          <w:pPr>
            <w:pStyle w:val="A8F32E4B396C4331909E8A4499B2DF1D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2373EB744AA54AA9A69FCE60A11ED6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0B6E6D-0234-46FD-BA9E-2B9446C60A12}"/>
      </w:docPartPr>
      <w:docPartBody>
        <w:p w:rsidR="003F72A0" w:rsidRDefault="003F72A0" w:rsidP="003F72A0">
          <w:pPr>
            <w:pStyle w:val="2373EB744AA54AA9A69FCE60A11ED676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7E9973CC21E74F3DBA84F84E4A45C8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458165-22A1-4ADD-8D10-5EBA73EF8D8A}"/>
      </w:docPartPr>
      <w:docPartBody>
        <w:p w:rsidR="003F72A0" w:rsidRDefault="003F72A0" w:rsidP="003F72A0">
          <w:pPr>
            <w:pStyle w:val="7E9973CC21E74F3DBA84F84E4A45C8CA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374A84E4796444B381A422A8597EA6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65493F-1AC7-4905-A98F-7068F603D4D4}"/>
      </w:docPartPr>
      <w:docPartBody>
        <w:p w:rsidR="003F72A0" w:rsidRDefault="003F72A0" w:rsidP="003F72A0">
          <w:pPr>
            <w:pStyle w:val="374A84E4796444B381A422A8597EA623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B25C1CF04DA0459B8291B79D6252E4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C6C320-07AF-4380-8FC5-B6FF628638D6}"/>
      </w:docPartPr>
      <w:docPartBody>
        <w:p w:rsidR="003F72A0" w:rsidRDefault="003F72A0" w:rsidP="003F72A0">
          <w:pPr>
            <w:pStyle w:val="B25C1CF04DA0459B8291B79D6252E41D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014A463E9B8E49E5BF7C751D444C03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251611-184A-4C7E-B225-6585DA1CD6A0}"/>
      </w:docPartPr>
      <w:docPartBody>
        <w:p w:rsidR="003F72A0" w:rsidRDefault="003F72A0" w:rsidP="003F72A0">
          <w:pPr>
            <w:pStyle w:val="014A463E9B8E49E5BF7C751D444C032D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7D2433DC325A4DC5B19EB4C8C89185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F34EAC-1FDE-4A3E-B8DF-4997BA811DB8}"/>
      </w:docPartPr>
      <w:docPartBody>
        <w:p w:rsidR="003F72A0" w:rsidRDefault="003F72A0" w:rsidP="003F72A0">
          <w:pPr>
            <w:pStyle w:val="7D2433DC325A4DC5B19EB4C8C8918551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5D3DFB234FCC425AA910C48467FF28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C25575-2921-4F16-A29D-E8D89DB50276}"/>
      </w:docPartPr>
      <w:docPartBody>
        <w:p w:rsidR="003F72A0" w:rsidRDefault="003F72A0" w:rsidP="003F72A0">
          <w:pPr>
            <w:pStyle w:val="5D3DFB234FCC425AA910C48467FF28B5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43C47ABD1F314E5DA23215A5BA1254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9CEB89-20CB-402A-8033-6DBB14E39AD4}"/>
      </w:docPartPr>
      <w:docPartBody>
        <w:p w:rsidR="003F72A0" w:rsidRDefault="003F72A0" w:rsidP="003F72A0">
          <w:pPr>
            <w:pStyle w:val="43C47ABD1F314E5DA23215A5BA12546C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43D550DF47034444B92FBE2CC02855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D7ACBF-FD4A-4F78-8F0E-ED03386674FE}"/>
      </w:docPartPr>
      <w:docPartBody>
        <w:p w:rsidR="003F72A0" w:rsidRDefault="003F72A0" w:rsidP="003F72A0">
          <w:pPr>
            <w:pStyle w:val="43D550DF47034444B92FBE2CC02855CC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ABD418A06E0A45F09236C1CD295143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849E94-2A06-4D1B-BD46-E58A8B90BF72}"/>
      </w:docPartPr>
      <w:docPartBody>
        <w:p w:rsidR="003F72A0" w:rsidRDefault="003F72A0" w:rsidP="003F72A0">
          <w:pPr>
            <w:pStyle w:val="ABD418A06E0A45F09236C1CD2951435C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E7C0ED13E9404B3E92ADE0B425FC21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DD8BE9-9A34-4DA7-A63C-51DC4A55F159}"/>
      </w:docPartPr>
      <w:docPartBody>
        <w:p w:rsidR="003F72A0" w:rsidRDefault="003F72A0" w:rsidP="003F72A0">
          <w:pPr>
            <w:pStyle w:val="E7C0ED13E9404B3E92ADE0B425FC21E5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A06651B97F624C518A795F6EF9FF82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DCD93E-C321-4C57-9DD0-9196EE9DF74A}"/>
      </w:docPartPr>
      <w:docPartBody>
        <w:p w:rsidR="00A34C10" w:rsidRDefault="00A34C10" w:rsidP="00A34C10">
          <w:pPr>
            <w:pStyle w:val="A06651B97F624C518A795F6EF9FF827C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025806366849422C97F8CDA87DC0A9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862091-2F4A-49E9-AA35-FBEE53955DF8}"/>
      </w:docPartPr>
      <w:docPartBody>
        <w:p w:rsidR="00A34C10" w:rsidRDefault="00A34C10" w:rsidP="00A34C10">
          <w:pPr>
            <w:pStyle w:val="025806366849422C97F8CDA87DC0A922"/>
          </w:pPr>
          <w:r w:rsidRPr="006A578F">
            <w:rPr>
              <w:rStyle w:val="Testosegnaposto"/>
            </w:rPr>
            <w:t>Fare clic qui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A0"/>
    <w:rsid w:val="002F33F0"/>
    <w:rsid w:val="00325D73"/>
    <w:rsid w:val="00380916"/>
    <w:rsid w:val="003F72A0"/>
    <w:rsid w:val="007A65AB"/>
    <w:rsid w:val="00A34C10"/>
    <w:rsid w:val="00B5345B"/>
    <w:rsid w:val="00C33CDD"/>
    <w:rsid w:val="00C54B1D"/>
    <w:rsid w:val="00CD6448"/>
    <w:rsid w:val="00D1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34C10"/>
    <w:rPr>
      <w:color w:val="808080"/>
    </w:rPr>
  </w:style>
  <w:style w:type="paragraph" w:customStyle="1" w:styleId="9F36FE9EFF6D40D293E428323157A59A">
    <w:name w:val="9F36FE9EFF6D40D293E428323157A59A"/>
    <w:rsid w:val="003F72A0"/>
  </w:style>
  <w:style w:type="paragraph" w:customStyle="1" w:styleId="599CC4D216EF40FD98E0DEF499A89E5D">
    <w:name w:val="599CC4D216EF40FD98E0DEF499A89E5D"/>
    <w:rsid w:val="003F72A0"/>
  </w:style>
  <w:style w:type="paragraph" w:customStyle="1" w:styleId="3EED83FE73D54058899CB6604DC1FF9F">
    <w:name w:val="3EED83FE73D54058899CB6604DC1FF9F"/>
    <w:rsid w:val="003F72A0"/>
  </w:style>
  <w:style w:type="paragraph" w:customStyle="1" w:styleId="26E1864B1A67432CB9E3BF9783337D44">
    <w:name w:val="26E1864B1A67432CB9E3BF9783337D44"/>
    <w:rsid w:val="003F72A0"/>
  </w:style>
  <w:style w:type="paragraph" w:customStyle="1" w:styleId="E810218898B048AD862B8569EEBC605D">
    <w:name w:val="E810218898B048AD862B8569EEBC605D"/>
    <w:rsid w:val="003F72A0"/>
  </w:style>
  <w:style w:type="paragraph" w:customStyle="1" w:styleId="4DC978114A0A4A54AD6C16C1736A74E6">
    <w:name w:val="4DC978114A0A4A54AD6C16C1736A74E6"/>
    <w:rsid w:val="003F72A0"/>
  </w:style>
  <w:style w:type="paragraph" w:customStyle="1" w:styleId="A7C18430C84748C6A5CBA87CA9D997C5">
    <w:name w:val="A7C18430C84748C6A5CBA87CA9D997C5"/>
    <w:rsid w:val="003F72A0"/>
  </w:style>
  <w:style w:type="paragraph" w:customStyle="1" w:styleId="C2363D906AED43129FCC12FC81CE1097">
    <w:name w:val="C2363D906AED43129FCC12FC81CE1097"/>
    <w:rsid w:val="003F72A0"/>
  </w:style>
  <w:style w:type="paragraph" w:customStyle="1" w:styleId="B926153F0D7242BA9D16ACF2046AD01E">
    <w:name w:val="B926153F0D7242BA9D16ACF2046AD01E"/>
    <w:rsid w:val="003F72A0"/>
  </w:style>
  <w:style w:type="paragraph" w:customStyle="1" w:styleId="9EB468FEBF1145FAAC26AE6B4D6290EA">
    <w:name w:val="9EB468FEBF1145FAAC26AE6B4D6290EA"/>
    <w:rsid w:val="003F72A0"/>
  </w:style>
  <w:style w:type="paragraph" w:customStyle="1" w:styleId="9E16E858C86549F4B527500C0C090B97">
    <w:name w:val="9E16E858C86549F4B527500C0C090B97"/>
    <w:rsid w:val="003F72A0"/>
  </w:style>
  <w:style w:type="paragraph" w:customStyle="1" w:styleId="A40DF578FB054A56B528AFC255B1DCB6">
    <w:name w:val="A40DF578FB054A56B528AFC255B1DCB6"/>
    <w:rsid w:val="003F72A0"/>
  </w:style>
  <w:style w:type="paragraph" w:customStyle="1" w:styleId="2B1ACD5857D44E5FA1D760D9C2A2D0D9">
    <w:name w:val="2B1ACD5857D44E5FA1D760D9C2A2D0D9"/>
    <w:rsid w:val="003F72A0"/>
  </w:style>
  <w:style w:type="paragraph" w:customStyle="1" w:styleId="7813279BD3D24EA7BD55381FA628678E">
    <w:name w:val="7813279BD3D24EA7BD55381FA628678E"/>
    <w:rsid w:val="003F72A0"/>
  </w:style>
  <w:style w:type="paragraph" w:customStyle="1" w:styleId="9AE135F04047466AAD487FE5C2FEE97F">
    <w:name w:val="9AE135F04047466AAD487FE5C2FEE97F"/>
    <w:rsid w:val="003F72A0"/>
  </w:style>
  <w:style w:type="paragraph" w:customStyle="1" w:styleId="1A9FBEAFE1EB4149A408073AD13C3986">
    <w:name w:val="1A9FBEAFE1EB4149A408073AD13C3986"/>
    <w:rsid w:val="003F72A0"/>
  </w:style>
  <w:style w:type="paragraph" w:customStyle="1" w:styleId="2C80CBC8FB36473699A27CDED0D03FBC">
    <w:name w:val="2C80CBC8FB36473699A27CDED0D03FBC"/>
    <w:rsid w:val="003F72A0"/>
  </w:style>
  <w:style w:type="paragraph" w:customStyle="1" w:styleId="7F1F2FE92BC84E43AFF121F4D900C169">
    <w:name w:val="7F1F2FE92BC84E43AFF121F4D900C169"/>
    <w:rsid w:val="003F72A0"/>
  </w:style>
  <w:style w:type="paragraph" w:customStyle="1" w:styleId="C00266286AD5489F913A8BE5729E593E">
    <w:name w:val="C00266286AD5489F913A8BE5729E593E"/>
    <w:rsid w:val="003F72A0"/>
  </w:style>
  <w:style w:type="paragraph" w:customStyle="1" w:styleId="5DA7EEF8F9A84564A7B5450DCB547F99">
    <w:name w:val="5DA7EEF8F9A84564A7B5450DCB547F99"/>
    <w:rsid w:val="003F72A0"/>
  </w:style>
  <w:style w:type="paragraph" w:customStyle="1" w:styleId="41D8DE7846BF43198647D262A365EDDE">
    <w:name w:val="41D8DE7846BF43198647D262A365EDDE"/>
    <w:rsid w:val="003F72A0"/>
  </w:style>
  <w:style w:type="paragraph" w:customStyle="1" w:styleId="1BEA1CD990024B50B81BCD4955F54EB7">
    <w:name w:val="1BEA1CD990024B50B81BCD4955F54EB7"/>
    <w:rsid w:val="003F72A0"/>
  </w:style>
  <w:style w:type="paragraph" w:customStyle="1" w:styleId="F0C86079B5FB4D5FB00EAC66C8898B4F">
    <w:name w:val="F0C86079B5FB4D5FB00EAC66C8898B4F"/>
    <w:rsid w:val="003F72A0"/>
  </w:style>
  <w:style w:type="paragraph" w:customStyle="1" w:styleId="CDEE02460CEB444BBE279D489AA52FF3">
    <w:name w:val="CDEE02460CEB444BBE279D489AA52FF3"/>
    <w:rsid w:val="003F72A0"/>
  </w:style>
  <w:style w:type="paragraph" w:customStyle="1" w:styleId="AE5D1DB80B324109B45126F141F775A7">
    <w:name w:val="AE5D1DB80B324109B45126F141F775A7"/>
    <w:rsid w:val="003F72A0"/>
  </w:style>
  <w:style w:type="paragraph" w:customStyle="1" w:styleId="A8F32E4B396C4331909E8A4499B2DF1D">
    <w:name w:val="A8F32E4B396C4331909E8A4499B2DF1D"/>
    <w:rsid w:val="003F72A0"/>
  </w:style>
  <w:style w:type="paragraph" w:customStyle="1" w:styleId="2373EB744AA54AA9A69FCE60A11ED676">
    <w:name w:val="2373EB744AA54AA9A69FCE60A11ED676"/>
    <w:rsid w:val="003F72A0"/>
  </w:style>
  <w:style w:type="paragraph" w:customStyle="1" w:styleId="7E9973CC21E74F3DBA84F84E4A45C8CA">
    <w:name w:val="7E9973CC21E74F3DBA84F84E4A45C8CA"/>
    <w:rsid w:val="003F72A0"/>
  </w:style>
  <w:style w:type="paragraph" w:customStyle="1" w:styleId="374A84E4796444B381A422A8597EA623">
    <w:name w:val="374A84E4796444B381A422A8597EA623"/>
    <w:rsid w:val="003F72A0"/>
  </w:style>
  <w:style w:type="paragraph" w:customStyle="1" w:styleId="B25C1CF04DA0459B8291B79D6252E41D">
    <w:name w:val="B25C1CF04DA0459B8291B79D6252E41D"/>
    <w:rsid w:val="003F72A0"/>
  </w:style>
  <w:style w:type="paragraph" w:customStyle="1" w:styleId="014A463E9B8E49E5BF7C751D444C032D">
    <w:name w:val="014A463E9B8E49E5BF7C751D444C032D"/>
    <w:rsid w:val="003F72A0"/>
  </w:style>
  <w:style w:type="paragraph" w:customStyle="1" w:styleId="7D2433DC325A4DC5B19EB4C8C8918551">
    <w:name w:val="7D2433DC325A4DC5B19EB4C8C8918551"/>
    <w:rsid w:val="003F72A0"/>
  </w:style>
  <w:style w:type="paragraph" w:customStyle="1" w:styleId="5D3DFB234FCC425AA910C48467FF28B5">
    <w:name w:val="5D3DFB234FCC425AA910C48467FF28B5"/>
    <w:rsid w:val="003F72A0"/>
  </w:style>
  <w:style w:type="paragraph" w:customStyle="1" w:styleId="43C47ABD1F314E5DA23215A5BA12546C">
    <w:name w:val="43C47ABD1F314E5DA23215A5BA12546C"/>
    <w:rsid w:val="003F72A0"/>
  </w:style>
  <w:style w:type="paragraph" w:customStyle="1" w:styleId="43D550DF47034444B92FBE2CC02855CC">
    <w:name w:val="43D550DF47034444B92FBE2CC02855CC"/>
    <w:rsid w:val="003F72A0"/>
  </w:style>
  <w:style w:type="paragraph" w:customStyle="1" w:styleId="ABD418A06E0A45F09236C1CD2951435C">
    <w:name w:val="ABD418A06E0A45F09236C1CD2951435C"/>
    <w:rsid w:val="003F72A0"/>
  </w:style>
  <w:style w:type="paragraph" w:customStyle="1" w:styleId="E7C0ED13E9404B3E92ADE0B425FC21E5">
    <w:name w:val="E7C0ED13E9404B3E92ADE0B425FC21E5"/>
    <w:rsid w:val="003F72A0"/>
  </w:style>
  <w:style w:type="paragraph" w:customStyle="1" w:styleId="749BB2A546E4421FAB62FD3263991A50">
    <w:name w:val="749BB2A546E4421FAB62FD3263991A50"/>
    <w:rsid w:val="00A34C10"/>
    <w:pPr>
      <w:spacing w:line="259" w:lineRule="auto"/>
    </w:pPr>
    <w:rPr>
      <w:sz w:val="22"/>
      <w:szCs w:val="22"/>
    </w:rPr>
  </w:style>
  <w:style w:type="paragraph" w:customStyle="1" w:styleId="A06651B97F624C518A795F6EF9FF827C">
    <w:name w:val="A06651B97F624C518A795F6EF9FF827C"/>
    <w:rsid w:val="00A34C10"/>
    <w:pPr>
      <w:spacing w:line="259" w:lineRule="auto"/>
    </w:pPr>
    <w:rPr>
      <w:sz w:val="22"/>
      <w:szCs w:val="22"/>
    </w:rPr>
  </w:style>
  <w:style w:type="paragraph" w:customStyle="1" w:styleId="025806366849422C97F8CDA87DC0A922">
    <w:name w:val="025806366849422C97F8CDA87DC0A922"/>
    <w:rsid w:val="00A34C10"/>
    <w:pPr>
      <w:spacing w:line="259" w:lineRule="auto"/>
    </w:pPr>
    <w:rPr>
      <w:sz w:val="22"/>
      <w:szCs w:val="22"/>
    </w:rPr>
  </w:style>
  <w:style w:type="paragraph" w:customStyle="1" w:styleId="80F47BAB9F25492BAC31E1E3F7A80384">
    <w:name w:val="80F47BAB9F25492BAC31E1E3F7A80384"/>
    <w:rsid w:val="00A34C10"/>
    <w:pPr>
      <w:spacing w:line="259" w:lineRule="auto"/>
    </w:pPr>
    <w:rPr>
      <w:sz w:val="22"/>
      <w:szCs w:val="22"/>
    </w:rPr>
  </w:style>
  <w:style w:type="paragraph" w:customStyle="1" w:styleId="073E795F44374E7283CBE2A09EA1FB6B">
    <w:name w:val="073E795F44374E7283CBE2A09EA1FB6B"/>
    <w:rsid w:val="00A34C10"/>
    <w:pPr>
      <w:spacing w:line="259" w:lineRule="auto"/>
    </w:pPr>
    <w:rPr>
      <w:sz w:val="22"/>
      <w:szCs w:val="22"/>
    </w:rPr>
  </w:style>
  <w:style w:type="paragraph" w:customStyle="1" w:styleId="334CD65A6829488882164B4CDA2AD1BB">
    <w:name w:val="334CD65A6829488882164B4CDA2AD1BB"/>
    <w:rsid w:val="00A34C10"/>
    <w:pPr>
      <w:spacing w:line="259" w:lineRule="auto"/>
    </w:pPr>
    <w:rPr>
      <w:sz w:val="22"/>
      <w:szCs w:val="22"/>
    </w:rPr>
  </w:style>
  <w:style w:type="paragraph" w:customStyle="1" w:styleId="51448D348CC344868A3EC5053C92E7BE">
    <w:name w:val="51448D348CC344868A3EC5053C92E7BE"/>
    <w:rsid w:val="00A34C10"/>
    <w:pPr>
      <w:spacing w:line="259" w:lineRule="auto"/>
    </w:pPr>
    <w:rPr>
      <w:sz w:val="22"/>
      <w:szCs w:val="22"/>
    </w:rPr>
  </w:style>
  <w:style w:type="paragraph" w:customStyle="1" w:styleId="68350BE79CF744A78B081EFA0C0D07CC">
    <w:name w:val="68350BE79CF744A78B081EFA0C0D07CC"/>
    <w:rsid w:val="00A34C10"/>
    <w:pPr>
      <w:spacing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b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4CA95-4076-4FF3-A384-24505316E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201910-template-carniaindustrialpark.dotx</Template>
  <TotalTime>123</TotalTime>
  <Pages>4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– Dichiarazione dei titoli di merito</vt:lpstr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– Dichiarazione dei titoli di merito</dc:title>
  <dc:subject/>
  <dc:creator>Masucci Elisa Co.S.In.T.</dc:creator>
  <cp:keywords/>
  <dc:description/>
  <cp:lastModifiedBy>Elisa Masucci Carnia Industrial Park</cp:lastModifiedBy>
  <cp:revision>20</cp:revision>
  <cp:lastPrinted>2019-09-17T09:01:00Z</cp:lastPrinted>
  <dcterms:created xsi:type="dcterms:W3CDTF">2021-12-14T10:16:00Z</dcterms:created>
  <dcterms:modified xsi:type="dcterms:W3CDTF">2025-01-15T08:42:00Z</dcterms:modified>
</cp:coreProperties>
</file>